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1B" w:rsidRPr="0066482C" w:rsidRDefault="0017131B" w:rsidP="00524B53">
      <w:pPr>
        <w:pStyle w:val="1"/>
        <w:shd w:val="clear" w:color="auto" w:fill="auto"/>
        <w:spacing w:after="0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ПРОТОКОЛ </w:t>
      </w:r>
    </w:p>
    <w:p w:rsidR="0017131B" w:rsidRPr="00B80014" w:rsidRDefault="0017131B" w:rsidP="00FA23C0">
      <w:pPr>
        <w:pStyle w:val="1"/>
        <w:shd w:val="clear" w:color="auto" w:fill="auto"/>
        <w:spacing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спільного засідання постійних комісій Новоушицької селищної ради з питань:  </w:t>
      </w:r>
      <w:r w:rsidRPr="00524B53">
        <w:rPr>
          <w:b/>
          <w:bCs/>
          <w:sz w:val="24"/>
          <w:szCs w:val="24"/>
          <w:lang w:eastAsia="ru-RU"/>
        </w:rPr>
        <w:t>регламенту, законності, правопорядку та депутатської діяльності</w:t>
      </w:r>
      <w:r>
        <w:rPr>
          <w:b/>
          <w:bCs/>
          <w:sz w:val="24"/>
          <w:szCs w:val="24"/>
          <w:lang w:eastAsia="ru-RU"/>
        </w:rPr>
        <w:t xml:space="preserve"> № 41; освіти, охорони здоров’я, культури, молоді, спорту та соціального захисту населення №3</w:t>
      </w:r>
      <w:r>
        <w:rPr>
          <w:b/>
          <w:bCs/>
          <w:sz w:val="24"/>
          <w:szCs w:val="24"/>
          <w:lang w:eastAsia="ru-RU"/>
        </w:rPr>
        <w:t>8</w:t>
      </w:r>
      <w:r>
        <w:rPr>
          <w:b/>
          <w:bCs/>
          <w:sz w:val="24"/>
          <w:szCs w:val="24"/>
          <w:lang w:eastAsia="ru-RU"/>
        </w:rPr>
        <w:t>; планування, фінансів, бюджету та інвестицій № 26</w:t>
      </w:r>
    </w:p>
    <w:p w:rsidR="0017131B" w:rsidRPr="00600C92" w:rsidRDefault="0017131B" w:rsidP="00FA23C0">
      <w:pPr>
        <w:pStyle w:val="1"/>
        <w:shd w:val="clear" w:color="auto" w:fill="auto"/>
        <w:spacing w:after="0"/>
        <w:jc w:val="center"/>
        <w:rPr>
          <w:i/>
          <w:iCs/>
          <w:sz w:val="24"/>
          <w:szCs w:val="24"/>
          <w:lang w:eastAsia="ru-RU"/>
        </w:rPr>
      </w:pPr>
    </w:p>
    <w:p w:rsidR="0017131B" w:rsidRPr="00A9255B" w:rsidRDefault="0017131B" w:rsidP="00A9255B">
      <w:pPr>
        <w:pStyle w:val="1"/>
        <w:shd w:val="clear" w:color="auto" w:fill="auto"/>
        <w:spacing w:before="120" w:after="120"/>
        <w:rPr>
          <w:i/>
          <w:iCs/>
          <w:sz w:val="24"/>
          <w:szCs w:val="24"/>
          <w:lang w:eastAsia="ru-RU"/>
        </w:rPr>
      </w:pPr>
      <w:r>
        <w:rPr>
          <w:i/>
          <w:iCs/>
          <w:sz w:val="24"/>
          <w:szCs w:val="24"/>
          <w:lang w:eastAsia="ru-RU"/>
        </w:rPr>
        <w:t>23 січня 2024 року 13</w:t>
      </w:r>
      <w:r w:rsidRPr="00A9255B">
        <w:rPr>
          <w:i/>
          <w:iCs/>
          <w:sz w:val="24"/>
          <w:szCs w:val="24"/>
          <w:lang w:eastAsia="ru-RU"/>
        </w:rPr>
        <w:t>:00</w:t>
      </w:r>
    </w:p>
    <w:p w:rsidR="0017131B" w:rsidRPr="00600C92" w:rsidRDefault="0017131B" w:rsidP="00315936">
      <w:pPr>
        <w:pStyle w:val="1"/>
        <w:shd w:val="clear" w:color="auto" w:fill="auto"/>
        <w:spacing w:before="120" w:after="0"/>
        <w:rPr>
          <w:sz w:val="24"/>
          <w:szCs w:val="24"/>
        </w:rPr>
      </w:pPr>
    </w:p>
    <w:tbl>
      <w:tblPr>
        <w:tblW w:w="0" w:type="auto"/>
        <w:tblLook w:val="00A0"/>
      </w:tblPr>
      <w:tblGrid>
        <w:gridCol w:w="2660"/>
        <w:gridCol w:w="7194"/>
      </w:tblGrid>
      <w:tr w:rsidR="0017131B" w:rsidRPr="00600C92" w:rsidTr="00111CBC">
        <w:tc>
          <w:tcPr>
            <w:tcW w:w="2660" w:type="dxa"/>
          </w:tcPr>
          <w:p w:rsidR="0017131B" w:rsidRPr="00CB1924" w:rsidRDefault="0017131B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ru-RU" w:eastAsia="en-US"/>
              </w:rPr>
            </w:pPr>
            <w:r w:rsidRPr="00CB1924">
              <w:rPr>
                <w:b/>
                <w:bCs/>
                <w:iCs/>
                <w:sz w:val="24"/>
                <w:szCs w:val="24"/>
                <w:lang w:val="ru-RU" w:eastAsia="en-US"/>
              </w:rPr>
              <w:t xml:space="preserve">Місце </w:t>
            </w:r>
            <w:r w:rsidRPr="00CB1924">
              <w:rPr>
                <w:b/>
                <w:bCs/>
                <w:iCs/>
                <w:sz w:val="24"/>
                <w:szCs w:val="24"/>
                <w:lang w:val="ru-RU" w:eastAsia="ru-RU"/>
              </w:rPr>
              <w:t>проведення:</w:t>
            </w:r>
          </w:p>
        </w:tc>
        <w:tc>
          <w:tcPr>
            <w:tcW w:w="7194" w:type="dxa"/>
          </w:tcPr>
          <w:p w:rsidR="0017131B" w:rsidRPr="00E0739A" w:rsidRDefault="0017131B" w:rsidP="00524B53">
            <w:pPr>
              <w:pStyle w:val="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ru-RU" w:eastAsia="en-US"/>
              </w:rPr>
            </w:pPr>
            <w:r w:rsidRPr="00305BE6">
              <w:rPr>
                <w:bCs/>
                <w:iCs/>
                <w:sz w:val="24"/>
                <w:szCs w:val="24"/>
                <w:lang w:eastAsia="ru-RU"/>
              </w:rPr>
              <w:t>Мала зала засідань</w:t>
            </w:r>
            <w:r w:rsidRPr="00CB1924">
              <w:rPr>
                <w:bCs/>
                <w:iCs/>
                <w:sz w:val="24"/>
                <w:szCs w:val="24"/>
                <w:lang w:val="ru-RU" w:eastAsia="en-US"/>
              </w:rPr>
              <w:t xml:space="preserve"> Новоушицької селищної ради </w:t>
            </w:r>
            <w:r w:rsidRPr="00CB1924">
              <w:rPr>
                <w:sz w:val="24"/>
                <w:szCs w:val="24"/>
                <w:shd w:val="clear" w:color="auto" w:fill="FFFFFF"/>
                <w:lang w:val="ru-RU" w:eastAsia="en-US"/>
              </w:rPr>
              <w:t>(</w:t>
            </w:r>
            <w:r w:rsidRPr="00305BE6">
              <w:rPr>
                <w:sz w:val="24"/>
                <w:szCs w:val="24"/>
                <w:shd w:val="clear" w:color="auto" w:fill="FFFFFF"/>
                <w:lang w:eastAsia="en-US"/>
              </w:rPr>
              <w:t>3</w:t>
            </w:r>
            <w:r w:rsidRPr="00CB1924">
              <w:rPr>
                <w:sz w:val="24"/>
                <w:szCs w:val="24"/>
                <w:shd w:val="clear" w:color="auto" w:fill="FFFFFF"/>
                <w:lang w:val="ru-RU" w:eastAsia="en-US"/>
              </w:rPr>
              <w:t>-й поверх</w:t>
            </w:r>
            <w:r w:rsidRPr="00305BE6">
              <w:rPr>
                <w:sz w:val="24"/>
                <w:szCs w:val="24"/>
                <w:shd w:val="clear" w:color="auto" w:fill="FFFFFF"/>
                <w:lang w:eastAsia="en-US"/>
              </w:rPr>
              <w:t xml:space="preserve">,                       </w:t>
            </w:r>
            <w:r w:rsidRPr="00CB1924">
              <w:rPr>
                <w:sz w:val="24"/>
                <w:szCs w:val="24"/>
                <w:shd w:val="clear" w:color="auto" w:fill="FFFFFF"/>
                <w:lang w:val="ru-RU" w:eastAsia="en-US"/>
              </w:rPr>
              <w:t>вул. Подільська, 17, смт Нова Ушиця).</w:t>
            </w:r>
          </w:p>
        </w:tc>
      </w:tr>
      <w:tr w:rsidR="0017131B" w:rsidRPr="00600C92" w:rsidTr="00111CBC">
        <w:tc>
          <w:tcPr>
            <w:tcW w:w="2660" w:type="dxa"/>
          </w:tcPr>
          <w:p w:rsidR="0017131B" w:rsidRPr="00305BE6" w:rsidRDefault="0017131B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CB1924">
              <w:rPr>
                <w:b/>
                <w:bCs/>
                <w:iCs/>
                <w:sz w:val="24"/>
                <w:szCs w:val="24"/>
                <w:lang w:val="ru-RU" w:eastAsia="en-US"/>
              </w:rPr>
              <w:t>Всього членів комісії</w:t>
            </w:r>
            <w:r w:rsidRPr="00305BE6">
              <w:rPr>
                <w:b/>
                <w:bCs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7194" w:type="dxa"/>
          </w:tcPr>
          <w:p w:rsidR="0017131B" w:rsidRPr="00CB1924" w:rsidRDefault="0017131B" w:rsidP="00111CBC">
            <w:pPr>
              <w:pStyle w:val="1"/>
              <w:shd w:val="clear" w:color="auto" w:fill="auto"/>
              <w:spacing w:before="120" w:after="0"/>
              <w:rPr>
                <w:sz w:val="24"/>
                <w:szCs w:val="24"/>
                <w:lang w:val="ru-RU" w:eastAsia="en-US"/>
              </w:rPr>
            </w:pPr>
            <w:r w:rsidRPr="00305BE6">
              <w:rPr>
                <w:bCs/>
                <w:iCs/>
                <w:sz w:val="24"/>
                <w:szCs w:val="24"/>
                <w:lang w:eastAsia="en-US"/>
              </w:rPr>
              <w:t>15</w:t>
            </w:r>
          </w:p>
        </w:tc>
      </w:tr>
      <w:tr w:rsidR="0017131B" w:rsidRPr="009653D4" w:rsidTr="003C66D4">
        <w:trPr>
          <w:trHeight w:val="765"/>
        </w:trPr>
        <w:tc>
          <w:tcPr>
            <w:tcW w:w="2660" w:type="dxa"/>
          </w:tcPr>
          <w:p w:rsidR="0017131B" w:rsidRPr="00CB1924" w:rsidRDefault="0017131B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ru-RU" w:eastAsia="en-US"/>
              </w:rPr>
            </w:pPr>
            <w:r w:rsidRPr="00CB1924">
              <w:rPr>
                <w:b/>
                <w:bCs/>
                <w:iCs/>
                <w:sz w:val="24"/>
                <w:szCs w:val="24"/>
                <w:lang w:val="ru-RU" w:eastAsia="en-US"/>
              </w:rPr>
              <w:t>Присутні:</w:t>
            </w:r>
          </w:p>
          <w:p w:rsidR="0017131B" w:rsidRDefault="0017131B" w:rsidP="002E7F08">
            <w:pPr>
              <w:rPr>
                <w:lang w:val="uk-UA"/>
              </w:rPr>
            </w:pPr>
          </w:p>
          <w:p w:rsidR="0017131B" w:rsidRDefault="0017131B" w:rsidP="002E7F08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:rsidR="0017131B" w:rsidRPr="00A36184" w:rsidRDefault="0017131B" w:rsidP="002E7F08">
            <w:pPr>
              <w:rPr>
                <w:rFonts w:ascii="Times New Roman" w:hAnsi="Times New Roman"/>
                <w:lang w:val="uk-UA"/>
              </w:rPr>
            </w:pPr>
            <w:r w:rsidRPr="00A3618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17131B" w:rsidRPr="00305BE6" w:rsidRDefault="0017131B" w:rsidP="00995996">
            <w:pPr>
              <w:pStyle w:val="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eastAsia="en-US"/>
              </w:rPr>
            </w:pPr>
            <w:r w:rsidRPr="00305BE6">
              <w:rPr>
                <w:sz w:val="24"/>
                <w:szCs w:val="24"/>
                <w:lang w:eastAsia="en-US"/>
              </w:rPr>
              <w:t xml:space="preserve">Зваричук А.В., Гвоздюк І.В. </w:t>
            </w:r>
            <w:r w:rsidRPr="00305BE6">
              <w:rPr>
                <w:sz w:val="24"/>
                <w:szCs w:val="24"/>
              </w:rPr>
              <w:t>Ковальська В.І., Фінагеєва Н.М., Олійник Т.В., Семенюк В.П., Проциш О.Д.,  Джумабаєв С.Б., Коротун Р.П., Олійник Н.І., Танасійчук Ю.С.</w:t>
            </w:r>
          </w:p>
          <w:p w:rsidR="0017131B" w:rsidRPr="00305BE6" w:rsidRDefault="0017131B" w:rsidP="00765492">
            <w:pPr>
              <w:pStyle w:val="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eastAsia="en-US"/>
              </w:rPr>
            </w:pPr>
          </w:p>
          <w:p w:rsidR="0017131B" w:rsidRDefault="0017131B" w:rsidP="00995996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7131B" w:rsidRPr="00A9255B" w:rsidRDefault="0017131B" w:rsidP="00995996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Тарадайко О.І., Івасик М.В., Громяк Л.П., Самсонюк С.І.</w:t>
            </w:r>
          </w:p>
        </w:tc>
      </w:tr>
      <w:tr w:rsidR="0017131B" w:rsidRPr="00580746" w:rsidTr="00111CBC">
        <w:tc>
          <w:tcPr>
            <w:tcW w:w="2660" w:type="dxa"/>
          </w:tcPr>
          <w:p w:rsidR="0017131B" w:rsidRPr="00305BE6" w:rsidRDefault="0017131B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305BE6">
              <w:rPr>
                <w:b/>
                <w:bCs/>
                <w:iCs/>
                <w:sz w:val="24"/>
                <w:szCs w:val="24"/>
                <w:lang w:eastAsia="en-US"/>
              </w:rPr>
              <w:t>Головує на засіданні:</w:t>
            </w:r>
          </w:p>
        </w:tc>
        <w:tc>
          <w:tcPr>
            <w:tcW w:w="7194" w:type="dxa"/>
          </w:tcPr>
          <w:p w:rsidR="0017131B" w:rsidRPr="00305BE6" w:rsidRDefault="0017131B" w:rsidP="00765492">
            <w:pPr>
              <w:pStyle w:val="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eastAsia="en-US"/>
              </w:rPr>
            </w:pPr>
            <w:r w:rsidRPr="00305BE6">
              <w:rPr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305BE6">
              <w:rPr>
                <w:bCs/>
                <w:sz w:val="24"/>
                <w:szCs w:val="24"/>
              </w:rPr>
              <w:t>Костюченко В.В.</w:t>
            </w:r>
            <w:r w:rsidRPr="00305BE6">
              <w:rPr>
                <w:bCs/>
                <w:iCs/>
                <w:sz w:val="24"/>
                <w:szCs w:val="24"/>
                <w:lang w:eastAsia="en-US"/>
              </w:rPr>
              <w:t xml:space="preserve"> – секретар ради</w:t>
            </w:r>
          </w:p>
        </w:tc>
      </w:tr>
      <w:tr w:rsidR="0017131B" w:rsidRPr="00580746" w:rsidTr="00111CBC">
        <w:tc>
          <w:tcPr>
            <w:tcW w:w="2660" w:type="dxa"/>
          </w:tcPr>
          <w:p w:rsidR="0017131B" w:rsidRPr="00305BE6" w:rsidRDefault="0017131B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305BE6">
              <w:rPr>
                <w:b/>
                <w:bCs/>
                <w:iCs/>
                <w:sz w:val="24"/>
                <w:szCs w:val="24"/>
                <w:lang w:eastAsia="en-US"/>
              </w:rPr>
              <w:t>Запрошені:</w:t>
            </w:r>
          </w:p>
        </w:tc>
        <w:tc>
          <w:tcPr>
            <w:tcW w:w="7194" w:type="dxa"/>
          </w:tcPr>
          <w:p w:rsidR="0017131B" w:rsidRPr="00305BE6" w:rsidRDefault="0017131B" w:rsidP="00B7279A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305BE6">
              <w:rPr>
                <w:sz w:val="24"/>
                <w:szCs w:val="24"/>
                <w:lang w:eastAsia="en-US"/>
              </w:rPr>
              <w:t>Мазур П.А. – заступник селищного голови з питань діяльності виконавчих органів;</w:t>
            </w:r>
          </w:p>
          <w:p w:rsidR="0017131B" w:rsidRPr="00305BE6" w:rsidRDefault="0017131B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305BE6">
              <w:rPr>
                <w:sz w:val="24"/>
                <w:szCs w:val="24"/>
                <w:lang w:eastAsia="en-US"/>
              </w:rPr>
              <w:t>Гладій В.Є. – керівник комунального некомерційного підприємства «Новоушицька багатопрофільна лікарня»;</w:t>
            </w:r>
            <w:r w:rsidRPr="00305BE6">
              <w:rPr>
                <w:sz w:val="24"/>
                <w:szCs w:val="24"/>
                <w:lang w:eastAsia="en-US"/>
              </w:rPr>
              <w:br/>
              <w:t>Фінагеєва Н.М. – керівник комунального некомерційного підприємства «Новоушицький центр первинної медико-санітарної допомоги»</w:t>
            </w:r>
          </w:p>
          <w:p w:rsidR="0017131B" w:rsidRPr="00305BE6" w:rsidRDefault="0017131B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305BE6">
              <w:rPr>
                <w:sz w:val="24"/>
                <w:szCs w:val="24"/>
                <w:lang w:eastAsia="en-US"/>
              </w:rPr>
              <w:t>Ковбасюк Д.В. - керівник комунальної установи «Центр надання соціальних послуг» Новоушицької селищної ради;</w:t>
            </w:r>
          </w:p>
          <w:p w:rsidR="0017131B" w:rsidRPr="00305BE6" w:rsidRDefault="0017131B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305BE6">
              <w:rPr>
                <w:sz w:val="24"/>
                <w:szCs w:val="24"/>
                <w:lang w:eastAsia="en-US"/>
              </w:rPr>
              <w:t>Міхалевська А. М. – керівник комунальної установи «Центр професійного розвитку педагогічних працівників Новоушицької селищної ради»;</w:t>
            </w:r>
          </w:p>
          <w:p w:rsidR="0017131B" w:rsidRPr="00305BE6" w:rsidRDefault="0017131B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305BE6">
              <w:rPr>
                <w:sz w:val="24"/>
                <w:szCs w:val="24"/>
                <w:lang w:eastAsia="en-US"/>
              </w:rPr>
              <w:t>Котяхова А.В. – керівник комунальної установи «Інклюзивно-ресурсний центр» Новоушицької селищної ради;</w:t>
            </w:r>
          </w:p>
          <w:p w:rsidR="0017131B" w:rsidRPr="00305BE6" w:rsidRDefault="0017131B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305BE6">
              <w:rPr>
                <w:sz w:val="24"/>
                <w:szCs w:val="24"/>
                <w:lang w:eastAsia="en-US"/>
              </w:rPr>
              <w:t>Маринчак Н.І. – керівник Новоушицької централізованої бібліотечної системи за 2023 рік;</w:t>
            </w:r>
          </w:p>
          <w:p w:rsidR="0017131B" w:rsidRPr="00305BE6" w:rsidRDefault="0017131B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305BE6">
              <w:rPr>
                <w:sz w:val="24"/>
                <w:szCs w:val="24"/>
                <w:lang w:eastAsia="en-US"/>
              </w:rPr>
              <w:t>Мазур С.М.  – керівник Новоушицької дитячої мистецької школи;</w:t>
            </w:r>
          </w:p>
          <w:p w:rsidR="0017131B" w:rsidRPr="00305BE6" w:rsidRDefault="0017131B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305BE6">
              <w:rPr>
                <w:sz w:val="24"/>
                <w:szCs w:val="24"/>
                <w:lang w:eastAsia="en-US"/>
              </w:rPr>
              <w:t>Малюгіна І.В. – керівник Новоушицького історико-краєзнавчого музею;</w:t>
            </w:r>
          </w:p>
          <w:p w:rsidR="0017131B" w:rsidRPr="00305BE6" w:rsidRDefault="0017131B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305BE6">
              <w:rPr>
                <w:sz w:val="24"/>
                <w:szCs w:val="24"/>
                <w:lang w:eastAsia="en-US"/>
              </w:rPr>
              <w:t>Бойко М.А. – керівник Новоушицького будинку культури і мистецтв;</w:t>
            </w:r>
          </w:p>
          <w:p w:rsidR="0017131B" w:rsidRPr="00305BE6" w:rsidRDefault="0017131B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305BE6">
              <w:rPr>
                <w:sz w:val="24"/>
                <w:szCs w:val="24"/>
                <w:lang w:eastAsia="en-US"/>
              </w:rPr>
              <w:t>Мельник Ю. М – керівник трудового архіву;</w:t>
            </w:r>
          </w:p>
          <w:p w:rsidR="0017131B" w:rsidRPr="00305BE6" w:rsidRDefault="0017131B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305BE6">
              <w:rPr>
                <w:sz w:val="24"/>
                <w:szCs w:val="24"/>
                <w:lang w:eastAsia="en-US"/>
              </w:rPr>
              <w:t>Смішко В.І. – голова ради Організації ветеранів;</w:t>
            </w:r>
          </w:p>
          <w:p w:rsidR="0017131B" w:rsidRPr="00305BE6" w:rsidRDefault="0017131B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305BE6">
              <w:rPr>
                <w:sz w:val="24"/>
                <w:szCs w:val="24"/>
                <w:lang w:eastAsia="en-US"/>
              </w:rPr>
              <w:t>Гринчук О.В. – начальник відділу містобудування, архітектури та економічного розвитку;</w:t>
            </w:r>
          </w:p>
          <w:p w:rsidR="0017131B" w:rsidRPr="00305BE6" w:rsidRDefault="0017131B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305BE6">
              <w:rPr>
                <w:sz w:val="24"/>
                <w:szCs w:val="24"/>
                <w:lang w:eastAsia="en-US"/>
              </w:rPr>
              <w:t>Костюченко В.В. – секретар Новоушицької селищної ради.</w:t>
            </w:r>
          </w:p>
          <w:p w:rsidR="0017131B" w:rsidRPr="00305BE6" w:rsidRDefault="0017131B" w:rsidP="00995996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305BE6">
              <w:rPr>
                <w:sz w:val="24"/>
                <w:szCs w:val="24"/>
                <w:lang w:eastAsia="en-US"/>
              </w:rPr>
              <w:t>Московчук О.Є. - заступник селищного голови з питань діяльності виконавчих органів;</w:t>
            </w:r>
          </w:p>
        </w:tc>
      </w:tr>
    </w:tbl>
    <w:p w:rsidR="0017131B" w:rsidRPr="007D3457" w:rsidRDefault="0017131B" w:rsidP="00A532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D3457">
        <w:rPr>
          <w:rFonts w:ascii="Times New Roman" w:hAnsi="Times New Roman"/>
          <w:b/>
          <w:sz w:val="24"/>
          <w:szCs w:val="24"/>
        </w:rPr>
        <w:t>ПОРЯДОК ДЕННИЙ</w:t>
      </w:r>
    </w:p>
    <w:p w:rsidR="0017131B" w:rsidRPr="00687BD2" w:rsidRDefault="0017131B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687BD2">
        <w:rPr>
          <w:color w:val="000000"/>
        </w:rPr>
        <w:t>Про звіт керівника комунального некомерційного підприємства «Новоушицька багатопрофільна лікарня» Новоушицької селищної ради за 2023 рік</w:t>
      </w:r>
      <w:r w:rsidRPr="00687BD2">
        <w:rPr>
          <w:color w:val="000000"/>
          <w:lang w:val="uk-UA"/>
        </w:rPr>
        <w:t>;</w:t>
      </w:r>
    </w:p>
    <w:p w:rsidR="0017131B" w:rsidRPr="00687BD2" w:rsidRDefault="0017131B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687BD2">
        <w:rPr>
          <w:color w:val="000000"/>
        </w:rPr>
        <w:t>Про звіт керівника комунального некомерційного підприємства «Новоушицький центр первинної медико-санітарної допомоги» Новоушицької селищної ради за 2023 рік</w:t>
      </w:r>
    </w:p>
    <w:p w:rsidR="0017131B" w:rsidRPr="00687BD2" w:rsidRDefault="0017131B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687BD2">
        <w:rPr>
          <w:color w:val="000000"/>
        </w:rPr>
        <w:t>Про звіт керівника комунальної установи «Центр надання соціальних послуг» Новоушицької селищної ради за 2023 рік</w:t>
      </w:r>
    </w:p>
    <w:p w:rsidR="0017131B" w:rsidRPr="00687BD2" w:rsidRDefault="0017131B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687BD2">
        <w:rPr>
          <w:color w:val="000000"/>
          <w:lang w:val="uk-UA"/>
        </w:rPr>
        <w:t>П</w:t>
      </w:r>
      <w:r w:rsidRPr="00687BD2">
        <w:rPr>
          <w:color w:val="000000"/>
        </w:rPr>
        <w:t>ро звіт керівника комунальної установи «Центр професійного розвитку педагогічних працівників Новоушицької селищної ради» за 2023 рік</w:t>
      </w:r>
    </w:p>
    <w:p w:rsidR="0017131B" w:rsidRPr="00687BD2" w:rsidRDefault="0017131B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687BD2">
        <w:rPr>
          <w:color w:val="000000"/>
        </w:rPr>
        <w:t>Про звіт керівника комунальної установи «Інклюзивно-ресурсний центр» Новоушицької селищної ради за 2023 рік</w:t>
      </w:r>
    </w:p>
    <w:p w:rsidR="0017131B" w:rsidRPr="00687BD2" w:rsidRDefault="0017131B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687BD2">
        <w:rPr>
          <w:color w:val="000000"/>
        </w:rPr>
        <w:t>Про звіт керівника Новоушицької централізованої бібліотечної системи за 2023 рік</w:t>
      </w:r>
    </w:p>
    <w:p w:rsidR="0017131B" w:rsidRPr="00687BD2" w:rsidRDefault="0017131B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687BD2">
        <w:rPr>
          <w:color w:val="000000"/>
        </w:rPr>
        <w:t>Про звіт керівника Новоушицької дитячої мистецької школи за 2023 рік</w:t>
      </w:r>
    </w:p>
    <w:p w:rsidR="0017131B" w:rsidRPr="00687BD2" w:rsidRDefault="0017131B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687BD2">
        <w:rPr>
          <w:color w:val="000000"/>
        </w:rPr>
        <w:t>Про звіт керівника Новоушицького історико-краєзнавчого музею за 2023 рік</w:t>
      </w:r>
    </w:p>
    <w:p w:rsidR="0017131B" w:rsidRPr="00687BD2" w:rsidRDefault="0017131B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687BD2">
        <w:rPr>
          <w:color w:val="000000"/>
        </w:rPr>
        <w:t>Про звіт керівника Новоушицького будинку культури і мистецтв за 2023 рік</w:t>
      </w:r>
    </w:p>
    <w:p w:rsidR="0017131B" w:rsidRPr="00687BD2" w:rsidRDefault="0017131B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687BD2">
        <w:rPr>
          <w:color w:val="000000"/>
        </w:rPr>
        <w:t>Про звіт керівника Новоушицького трудового архіву за 2023 рік</w:t>
      </w:r>
    </w:p>
    <w:p w:rsidR="0017131B" w:rsidRPr="00687BD2" w:rsidRDefault="0017131B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687BD2">
        <w:rPr>
          <w:color w:val="000000"/>
        </w:rPr>
        <w:t>Про внесення змін до  Програми шефської допомоги військовим частинам Збройних Сил України на 2024 рік</w:t>
      </w:r>
    </w:p>
    <w:p w:rsidR="0017131B" w:rsidRPr="00687BD2" w:rsidRDefault="0017131B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687BD2">
        <w:rPr>
          <w:color w:val="000000"/>
        </w:rPr>
        <w:t>Про програму діяльності Новоушицької ради організації ветеранів на 2024 рік</w:t>
      </w:r>
    </w:p>
    <w:p w:rsidR="0017131B" w:rsidRPr="00687BD2" w:rsidRDefault="0017131B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687BD2">
        <w:rPr>
          <w:color w:val="000000"/>
        </w:rPr>
        <w:t>Про передачу майна комунальної власності</w:t>
      </w:r>
    </w:p>
    <w:p w:rsidR="0017131B" w:rsidRPr="00687BD2" w:rsidRDefault="0017131B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687BD2">
        <w:rPr>
          <w:color w:val="000000"/>
        </w:rPr>
        <w:t>Про дострокове припинення повноважень депутата Новоушицької селищної ради VIII скликання</w:t>
      </w:r>
    </w:p>
    <w:p w:rsidR="0017131B" w:rsidRPr="00094302" w:rsidRDefault="0017131B" w:rsidP="00094302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094302">
        <w:rPr>
          <w:color w:val="000000"/>
        </w:rPr>
        <w:t>Про внесення змін до рішення селищної ради від 06 червня 2023 року №3</w:t>
      </w:r>
    </w:p>
    <w:p w:rsidR="0017131B" w:rsidRPr="00094302" w:rsidRDefault="0017131B" w:rsidP="00094302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094302">
        <w:rPr>
          <w:color w:val="000000"/>
        </w:rPr>
        <w:t>Про Програму організації та проведення громадських робіт на території Новоушицької територіальної громади на 2024 рік</w:t>
      </w:r>
    </w:p>
    <w:p w:rsidR="0017131B" w:rsidRPr="00094302" w:rsidRDefault="0017131B" w:rsidP="00094302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094302">
        <w:rPr>
          <w:lang w:val="uk-UA"/>
        </w:rPr>
        <w:t>Різне.</w:t>
      </w:r>
    </w:p>
    <w:p w:rsidR="0017131B" w:rsidRPr="00687BD2" w:rsidRDefault="0017131B" w:rsidP="00094302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lang w:val="uk-UA"/>
        </w:rPr>
      </w:pPr>
    </w:p>
    <w:p w:rsidR="0017131B" w:rsidRPr="00365A7A" w:rsidRDefault="0017131B" w:rsidP="007C52C0">
      <w:pPr>
        <w:pStyle w:val="NormalWeb"/>
        <w:shd w:val="clear" w:color="auto" w:fill="FFFFFF"/>
        <w:tabs>
          <w:tab w:val="left" w:pos="0"/>
        </w:tabs>
        <w:spacing w:after="0"/>
        <w:jc w:val="both"/>
        <w:rPr>
          <w:rStyle w:val="Strong"/>
          <w:b w:val="0"/>
          <w:lang w:val="uk-UA"/>
        </w:rPr>
      </w:pPr>
      <w:r w:rsidRPr="00125CF6">
        <w:rPr>
          <w:rStyle w:val="Strong"/>
          <w:bCs/>
          <w:lang w:val="uk-UA"/>
        </w:rPr>
        <w:t>1.</w:t>
      </w:r>
      <w:r w:rsidRPr="00125CF6">
        <w:rPr>
          <w:rStyle w:val="Strong"/>
          <w:bCs/>
          <w:color w:val="FF0000"/>
          <w:lang w:val="uk-UA"/>
        </w:rPr>
        <w:tab/>
      </w:r>
      <w:r w:rsidRPr="00365A7A">
        <w:rPr>
          <w:b/>
          <w:color w:val="000000"/>
        </w:rPr>
        <w:t>Про звіт керівника комунального некомерційного підприємства «Новоушицька багатопрофільна лікарня» Новоушицької селищної ради за 2023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125CF6" w:rsidTr="003C66D4">
        <w:trPr>
          <w:trHeight w:val="123"/>
        </w:trPr>
        <w:tc>
          <w:tcPr>
            <w:tcW w:w="2093" w:type="dxa"/>
          </w:tcPr>
          <w:p w:rsidR="0017131B" w:rsidRPr="00125CF6" w:rsidRDefault="0017131B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125CF6" w:rsidRDefault="0017131B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17131B" w:rsidRPr="00A20600" w:rsidTr="00E15603">
        <w:trPr>
          <w:trHeight w:val="565"/>
        </w:trPr>
        <w:tc>
          <w:tcPr>
            <w:tcW w:w="2093" w:type="dxa"/>
          </w:tcPr>
          <w:p w:rsidR="0017131B" w:rsidRPr="00814EB8" w:rsidRDefault="0017131B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7131B" w:rsidRPr="00125CF6" w:rsidRDefault="0017131B" w:rsidP="007C52C0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lang w:val="uk-UA"/>
              </w:rPr>
            </w:pPr>
            <w:r w:rsidRPr="00125CF6">
              <w:rPr>
                <w:bCs/>
                <w:lang w:val="uk-UA" w:eastAsia="uk-UA"/>
              </w:rPr>
              <w:t>Про те, що пропонуєть</w:t>
            </w:r>
            <w:r>
              <w:rPr>
                <w:bCs/>
                <w:lang w:val="uk-UA" w:eastAsia="uk-UA"/>
              </w:rPr>
              <w:t>ся попередньо розглянути проект</w:t>
            </w:r>
            <w:r w:rsidRPr="00125CF6">
              <w:rPr>
                <w:bCs/>
                <w:lang w:val="uk-UA" w:eastAsia="uk-UA"/>
              </w:rPr>
              <w:t xml:space="preserve"> рішення </w:t>
            </w:r>
            <w:r w:rsidRPr="007D3457">
              <w:rPr>
                <w:bCs/>
                <w:lang w:val="uk-UA" w:eastAsia="uk-UA"/>
              </w:rPr>
              <w:t>«</w:t>
            </w:r>
            <w:r w:rsidRPr="00687BD2">
              <w:rPr>
                <w:color w:val="000000"/>
              </w:rPr>
              <w:t>Про звіт керівника комунального некомерційного підприємства «Новоушицька багатопрофільна лікарня» Новоушицької селищної ради за 2023 рік</w:t>
            </w:r>
            <w:r w:rsidRPr="007D3457">
              <w:rPr>
                <w:bCs/>
                <w:lang w:val="uk-UA" w:eastAsia="uk-UA"/>
              </w:rPr>
              <w:t>»</w:t>
            </w:r>
          </w:p>
        </w:tc>
      </w:tr>
      <w:tr w:rsidR="0017131B" w:rsidRPr="009653D4" w:rsidTr="009D3F2D">
        <w:trPr>
          <w:trHeight w:val="864"/>
        </w:trPr>
        <w:tc>
          <w:tcPr>
            <w:tcW w:w="2093" w:type="dxa"/>
          </w:tcPr>
          <w:p w:rsidR="0017131B" w:rsidRPr="00125CF6" w:rsidRDefault="0017131B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7131B" w:rsidRPr="007C52C0" w:rsidRDefault="0017131B" w:rsidP="007C52C0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lang w:val="uk-UA"/>
              </w:rPr>
            </w:pPr>
            <w:r w:rsidRPr="00125CF6">
              <w:rPr>
                <w:lang w:val="uk-UA" w:eastAsia="uk-UA"/>
              </w:rPr>
              <w:t>Запропонувати селищній раді проект</w:t>
            </w:r>
            <w:r>
              <w:rPr>
                <w:lang w:val="uk-UA" w:eastAsia="uk-UA"/>
              </w:rPr>
              <w:t xml:space="preserve"> рішення </w:t>
            </w:r>
            <w:r w:rsidRPr="007D3457">
              <w:rPr>
                <w:lang w:val="uk-UA" w:eastAsia="uk-UA"/>
              </w:rPr>
              <w:t>«</w:t>
            </w:r>
            <w:r w:rsidRPr="00687BD2">
              <w:rPr>
                <w:color w:val="000000"/>
                <w:lang w:val="uk-UA"/>
              </w:rPr>
              <w:t>Про звіт керівника комунального некомерційного підприємства «Новоушицька багатопрофільна лікарня» Новоушицької селищної ради за 2023 рік</w:t>
            </w:r>
            <w:r w:rsidRPr="007D3457">
              <w:rPr>
                <w:bCs/>
                <w:lang w:val="uk-UA"/>
              </w:rPr>
              <w:t>»</w:t>
            </w:r>
            <w:r>
              <w:rPr>
                <w:bCs/>
                <w:lang w:val="uk-UA"/>
              </w:rPr>
              <w:t xml:space="preserve"> винести на розгляд депутатів селищної ради</w:t>
            </w:r>
          </w:p>
        </w:tc>
      </w:tr>
    </w:tbl>
    <w:p w:rsidR="0017131B" w:rsidRPr="00365A7A" w:rsidRDefault="0017131B" w:rsidP="00687BD2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b w:val="0"/>
          <w:lang w:val="uk-UA"/>
        </w:rPr>
      </w:pPr>
      <w:r w:rsidRPr="00125CF6">
        <w:rPr>
          <w:rStyle w:val="Strong"/>
          <w:bCs/>
          <w:lang w:val="uk-UA"/>
        </w:rPr>
        <w:t>2</w:t>
      </w:r>
      <w:r w:rsidRPr="00365A7A">
        <w:rPr>
          <w:rStyle w:val="Strong"/>
          <w:b w:val="0"/>
          <w:bCs/>
          <w:lang w:val="uk-UA"/>
        </w:rPr>
        <w:t xml:space="preserve">. </w:t>
      </w:r>
      <w:r w:rsidRPr="00365A7A">
        <w:rPr>
          <w:b/>
          <w:color w:val="000000"/>
        </w:rPr>
        <w:t>Про звіт керівника комунального некомерційного підприємства «Новоушицький центр первинної медико-санітарної допомоги» Новоушицької селищної ради за 2023 рік</w:t>
      </w:r>
      <w:r w:rsidRPr="00365A7A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125CF6" w:rsidTr="00FD0CEC">
        <w:trPr>
          <w:trHeight w:val="123"/>
        </w:trPr>
        <w:tc>
          <w:tcPr>
            <w:tcW w:w="2093" w:type="dxa"/>
          </w:tcPr>
          <w:p w:rsidR="0017131B" w:rsidRPr="00125CF6" w:rsidRDefault="0017131B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125CF6" w:rsidRDefault="0017131B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7131B" w:rsidRPr="00E3026A" w:rsidTr="00FD0CEC">
        <w:trPr>
          <w:trHeight w:val="123"/>
        </w:trPr>
        <w:tc>
          <w:tcPr>
            <w:tcW w:w="2093" w:type="dxa"/>
          </w:tcPr>
          <w:p w:rsidR="0017131B" w:rsidRPr="00814EB8" w:rsidRDefault="0017131B" w:rsidP="00814EB8">
            <w:pPr>
              <w:widowControl w:val="0"/>
              <w:spacing w:after="0" w:line="240" w:lineRule="auto"/>
              <w:ind w:right="-25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Фінагеєву Н.М.</w:t>
            </w:r>
          </w:p>
        </w:tc>
        <w:tc>
          <w:tcPr>
            <w:tcW w:w="7962" w:type="dxa"/>
          </w:tcPr>
          <w:p w:rsidR="0017131B" w:rsidRPr="00687BD2" w:rsidRDefault="0017131B" w:rsidP="00687BD2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125CF6">
              <w:rPr>
                <w:bCs/>
                <w:lang w:val="uk-UA" w:eastAsia="uk-UA"/>
              </w:rPr>
              <w:t>Про те, що пропонуєть</w:t>
            </w:r>
            <w:r>
              <w:rPr>
                <w:bCs/>
                <w:lang w:val="uk-UA" w:eastAsia="uk-UA"/>
              </w:rPr>
              <w:t>ся попередньо розглянути проект</w:t>
            </w:r>
            <w:r w:rsidRPr="00125CF6">
              <w:rPr>
                <w:bCs/>
                <w:lang w:val="uk-UA" w:eastAsia="uk-UA"/>
              </w:rPr>
              <w:t xml:space="preserve"> рішення </w:t>
            </w:r>
            <w:r w:rsidRPr="007C52C0">
              <w:rPr>
                <w:bCs/>
                <w:lang w:val="uk-UA" w:eastAsia="uk-UA"/>
              </w:rPr>
              <w:t>«</w:t>
            </w:r>
            <w:r w:rsidRPr="00687BD2">
              <w:t>Про звіт керівника комунального некомерційного підприємства «Новоушицький центр первинної медико-санітарної допомоги» Новоушицької селищної ради за 2023 рік</w:t>
            </w:r>
            <w:r w:rsidRPr="00E27C51">
              <w:rPr>
                <w:bCs/>
                <w:lang w:val="uk-UA" w:eastAsia="uk-UA"/>
              </w:rPr>
              <w:t>»</w:t>
            </w:r>
          </w:p>
        </w:tc>
      </w:tr>
      <w:tr w:rsidR="0017131B" w:rsidRPr="009653D4" w:rsidTr="009D3F2D">
        <w:trPr>
          <w:trHeight w:val="831"/>
        </w:trPr>
        <w:tc>
          <w:tcPr>
            <w:tcW w:w="2093" w:type="dxa"/>
          </w:tcPr>
          <w:p w:rsidR="0017131B" w:rsidRDefault="0017131B" w:rsidP="00FD0C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7131B" w:rsidRPr="00125CF6" w:rsidRDefault="0017131B" w:rsidP="00FD0C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7131B" w:rsidRPr="00687BD2" w:rsidRDefault="0017131B" w:rsidP="00687BD2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125CF6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B24EA">
              <w:rPr>
                <w:lang w:val="uk-UA" w:eastAsia="uk-UA"/>
              </w:rPr>
              <w:t>«</w:t>
            </w:r>
            <w:r w:rsidRPr="00687BD2">
              <w:rPr>
                <w:lang w:val="uk-UA"/>
              </w:rPr>
              <w:t>Про звіт керівника комунального некомерційного підприємства «Новоушицький центр первинної медико-санітарної допомоги» Новоушицької селищної ради за 2023 рік</w:t>
            </w:r>
            <w:r w:rsidRPr="00EB24EA">
              <w:rPr>
                <w:lang w:val="uk-UA"/>
              </w:rPr>
              <w:t>»</w:t>
            </w:r>
          </w:p>
          <w:p w:rsidR="0017131B" w:rsidRPr="00125CF6" w:rsidRDefault="0017131B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17131B" w:rsidRPr="00365A7A" w:rsidRDefault="0017131B" w:rsidP="00687BD2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b w:val="0"/>
        </w:rPr>
      </w:pPr>
      <w:r w:rsidRPr="00125CF6">
        <w:rPr>
          <w:rStyle w:val="Strong"/>
          <w:bCs/>
          <w:lang w:val="uk-UA"/>
        </w:rPr>
        <w:t xml:space="preserve">3. </w:t>
      </w:r>
      <w:r w:rsidRPr="00365A7A">
        <w:rPr>
          <w:b/>
          <w:color w:val="000000"/>
        </w:rPr>
        <w:t>Про звіт керівника комунальної установи «Центр надання соціальних послуг» Новоушицької селищної ради за 2023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125CF6" w:rsidTr="00687BD2">
        <w:trPr>
          <w:trHeight w:val="407"/>
        </w:trPr>
        <w:tc>
          <w:tcPr>
            <w:tcW w:w="2093" w:type="dxa"/>
          </w:tcPr>
          <w:p w:rsidR="0017131B" w:rsidRPr="00125CF6" w:rsidRDefault="0017131B" w:rsidP="009C416E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125CF6" w:rsidRDefault="0017131B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7131B" w:rsidRPr="005A74F8" w:rsidTr="009C416E">
        <w:trPr>
          <w:trHeight w:val="123"/>
        </w:trPr>
        <w:tc>
          <w:tcPr>
            <w:tcW w:w="2093" w:type="dxa"/>
          </w:tcPr>
          <w:p w:rsidR="0017131B" w:rsidRPr="00125CF6" w:rsidRDefault="0017131B" w:rsidP="007C52C0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Ковбасюк Д.В.</w:t>
            </w:r>
          </w:p>
        </w:tc>
        <w:tc>
          <w:tcPr>
            <w:tcW w:w="7962" w:type="dxa"/>
          </w:tcPr>
          <w:p w:rsidR="0017131B" w:rsidRPr="00687BD2" w:rsidRDefault="0017131B" w:rsidP="00687BD2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125CF6">
              <w:rPr>
                <w:bCs/>
                <w:lang w:val="uk-UA" w:eastAsia="uk-UA"/>
              </w:rPr>
              <w:t>Про те, що пропонуєть</w:t>
            </w:r>
            <w:r>
              <w:rPr>
                <w:bCs/>
                <w:lang w:val="uk-UA" w:eastAsia="uk-UA"/>
              </w:rPr>
              <w:t>ся попередньо розглянути проект</w:t>
            </w:r>
            <w:r w:rsidRPr="00125CF6">
              <w:rPr>
                <w:bCs/>
                <w:lang w:val="uk-UA" w:eastAsia="uk-UA"/>
              </w:rPr>
              <w:t xml:space="preserve"> рішення </w:t>
            </w:r>
            <w:r w:rsidRPr="007D3457">
              <w:rPr>
                <w:bCs/>
                <w:lang w:val="uk-UA" w:eastAsia="uk-UA"/>
              </w:rPr>
              <w:t>«</w:t>
            </w:r>
            <w:r w:rsidRPr="00687BD2">
              <w:t>Про звіт керівника комунальної установи «Центр надання соціальних послуг» Новоушицької селищної ради за 2023 рік</w:t>
            </w:r>
            <w:r w:rsidRPr="00E27C51">
              <w:rPr>
                <w:bCs/>
                <w:lang w:val="uk-UA" w:eastAsia="uk-UA"/>
              </w:rPr>
              <w:t>»</w:t>
            </w:r>
          </w:p>
        </w:tc>
      </w:tr>
      <w:tr w:rsidR="0017131B" w:rsidRPr="00E0739A" w:rsidTr="009D3F2D">
        <w:trPr>
          <w:trHeight w:val="831"/>
        </w:trPr>
        <w:tc>
          <w:tcPr>
            <w:tcW w:w="2093" w:type="dxa"/>
          </w:tcPr>
          <w:p w:rsidR="0017131B" w:rsidRDefault="0017131B" w:rsidP="009C41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7131B" w:rsidRPr="00125CF6" w:rsidRDefault="0017131B" w:rsidP="009C4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7131B" w:rsidRPr="00687BD2" w:rsidRDefault="0017131B" w:rsidP="00687BD2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125CF6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7D3457">
              <w:rPr>
                <w:bCs/>
                <w:lang w:val="uk-UA" w:eastAsia="uk-UA"/>
              </w:rPr>
              <w:t>«</w:t>
            </w:r>
            <w:r w:rsidRPr="00687BD2">
              <w:t>Про звіт керівника комунальної установи «Центр надання соціальних послуг» Новоушицької селищної ради за 2023 рік</w:t>
            </w:r>
            <w:r w:rsidRPr="007D3457">
              <w:rPr>
                <w:bCs/>
                <w:lang w:val="uk-UA" w:eastAsia="uk-UA"/>
              </w:rPr>
              <w:t>»</w:t>
            </w:r>
          </w:p>
        </w:tc>
      </w:tr>
    </w:tbl>
    <w:p w:rsidR="0017131B" w:rsidRPr="00365A7A" w:rsidRDefault="0017131B" w:rsidP="00687BD2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b w:val="0"/>
        </w:rPr>
      </w:pPr>
      <w:r>
        <w:rPr>
          <w:rStyle w:val="Strong"/>
          <w:bCs/>
          <w:lang w:val="uk-UA"/>
        </w:rPr>
        <w:t>4</w:t>
      </w:r>
      <w:r w:rsidRPr="00125CF6">
        <w:rPr>
          <w:rStyle w:val="Strong"/>
          <w:bCs/>
          <w:lang w:val="uk-UA"/>
        </w:rPr>
        <w:t xml:space="preserve">. </w:t>
      </w:r>
      <w:r w:rsidRPr="00365A7A">
        <w:rPr>
          <w:b/>
          <w:color w:val="000000"/>
          <w:lang w:val="uk-UA"/>
        </w:rPr>
        <w:t>П</w:t>
      </w:r>
      <w:r w:rsidRPr="00365A7A">
        <w:rPr>
          <w:b/>
          <w:color w:val="000000"/>
        </w:rPr>
        <w:t>ро звіт керівника комунальної установи «Центр професійного розвитку педагогічних працівників Новоушицької селищної ради» за 2023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125CF6" w:rsidTr="000B2217">
        <w:trPr>
          <w:trHeight w:val="123"/>
        </w:trPr>
        <w:tc>
          <w:tcPr>
            <w:tcW w:w="2093" w:type="dxa"/>
          </w:tcPr>
          <w:p w:rsidR="0017131B" w:rsidRPr="00125CF6" w:rsidRDefault="0017131B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125CF6" w:rsidRDefault="0017131B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7131B" w:rsidRPr="00463E36" w:rsidTr="000B2217">
        <w:trPr>
          <w:trHeight w:val="123"/>
        </w:trPr>
        <w:tc>
          <w:tcPr>
            <w:tcW w:w="2093" w:type="dxa"/>
          </w:tcPr>
          <w:p w:rsidR="0017131B" w:rsidRPr="00125CF6" w:rsidRDefault="0017131B" w:rsidP="007C52C0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Міхалевську А.М.</w:t>
            </w:r>
          </w:p>
        </w:tc>
        <w:tc>
          <w:tcPr>
            <w:tcW w:w="7962" w:type="dxa"/>
          </w:tcPr>
          <w:p w:rsidR="0017131B" w:rsidRPr="00687BD2" w:rsidRDefault="0017131B" w:rsidP="00687BD2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125CF6">
              <w:rPr>
                <w:bCs/>
                <w:lang w:val="uk-UA" w:eastAsia="uk-UA"/>
              </w:rPr>
              <w:t>Про те, що пропонуєть</w:t>
            </w:r>
            <w:r>
              <w:rPr>
                <w:bCs/>
                <w:lang w:val="uk-UA" w:eastAsia="uk-UA"/>
              </w:rPr>
              <w:t>ся попередньо розглянути проект</w:t>
            </w:r>
            <w:r w:rsidRPr="00125CF6">
              <w:rPr>
                <w:bCs/>
                <w:lang w:val="uk-UA" w:eastAsia="uk-UA"/>
              </w:rPr>
              <w:t xml:space="preserve"> рішення </w:t>
            </w:r>
            <w:r w:rsidRPr="00873E99">
              <w:rPr>
                <w:bCs/>
                <w:lang w:val="uk-UA" w:eastAsia="uk-UA"/>
              </w:rPr>
              <w:t>«</w:t>
            </w:r>
            <w:r w:rsidRPr="00687BD2">
              <w:rPr>
                <w:lang w:val="uk-UA"/>
              </w:rPr>
              <w:t>П</w:t>
            </w:r>
            <w:r w:rsidRPr="00687BD2">
              <w:t>ро звіт керівника комунальної установи «Центр професійного розвитку педагогічних працівників Новоушицької селищної ради» за 2023 рік</w:t>
            </w:r>
            <w:r w:rsidRPr="00873E99">
              <w:rPr>
                <w:bCs/>
                <w:lang w:val="uk-UA" w:eastAsia="uk-UA"/>
              </w:rPr>
              <w:t>»</w:t>
            </w:r>
          </w:p>
        </w:tc>
      </w:tr>
      <w:tr w:rsidR="0017131B" w:rsidRPr="009653D4" w:rsidTr="000B2217">
        <w:trPr>
          <w:trHeight w:val="831"/>
        </w:trPr>
        <w:tc>
          <w:tcPr>
            <w:tcW w:w="2093" w:type="dxa"/>
          </w:tcPr>
          <w:p w:rsidR="0017131B" w:rsidRPr="00125CF6" w:rsidRDefault="0017131B" w:rsidP="000B2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7131B" w:rsidRPr="00687BD2" w:rsidRDefault="0017131B" w:rsidP="00687BD2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125CF6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873E99">
              <w:rPr>
                <w:bCs/>
                <w:lang w:val="uk-UA" w:eastAsia="uk-UA"/>
              </w:rPr>
              <w:t>«</w:t>
            </w:r>
            <w:r w:rsidRPr="00687BD2">
              <w:rPr>
                <w:lang w:val="uk-UA"/>
              </w:rPr>
              <w:t>Про звіт керівника комунальної установи «Центр професійного розвитку педагогічних працівників Новоушицької селищної ради» за 2023 рік</w:t>
            </w:r>
            <w:r w:rsidRPr="00873E99">
              <w:rPr>
                <w:bCs/>
                <w:lang w:val="uk-UA" w:eastAsia="uk-UA"/>
              </w:rPr>
              <w:t>»</w:t>
            </w:r>
          </w:p>
        </w:tc>
      </w:tr>
    </w:tbl>
    <w:p w:rsidR="0017131B" w:rsidRPr="00365A7A" w:rsidRDefault="0017131B" w:rsidP="00687BD2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b w:val="0"/>
          <w:lang w:val="uk-UA"/>
        </w:rPr>
      </w:pPr>
      <w:r>
        <w:rPr>
          <w:rStyle w:val="Strong"/>
          <w:bCs/>
          <w:lang w:val="uk-UA"/>
        </w:rPr>
        <w:t>5</w:t>
      </w:r>
      <w:r w:rsidRPr="00125CF6">
        <w:rPr>
          <w:rStyle w:val="Strong"/>
          <w:bCs/>
          <w:lang w:val="uk-UA"/>
        </w:rPr>
        <w:t xml:space="preserve">. </w:t>
      </w:r>
      <w:r w:rsidRPr="00365A7A">
        <w:rPr>
          <w:b/>
          <w:color w:val="000000"/>
        </w:rPr>
        <w:t>Про звіт керівника комунальної установи «Інклюзивно-ресурсний центр» Новоушицької селищної ради за 2023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125CF6" w:rsidTr="000B2217">
        <w:trPr>
          <w:trHeight w:val="123"/>
        </w:trPr>
        <w:tc>
          <w:tcPr>
            <w:tcW w:w="2093" w:type="dxa"/>
          </w:tcPr>
          <w:p w:rsidR="0017131B" w:rsidRPr="00125CF6" w:rsidRDefault="0017131B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125CF6" w:rsidRDefault="0017131B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7131B" w:rsidRPr="00A43B67" w:rsidTr="000B2217">
        <w:trPr>
          <w:trHeight w:val="123"/>
        </w:trPr>
        <w:tc>
          <w:tcPr>
            <w:tcW w:w="2093" w:type="dxa"/>
          </w:tcPr>
          <w:p w:rsidR="0017131B" w:rsidRPr="00125CF6" w:rsidRDefault="0017131B" w:rsidP="007C52C0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Котяхову А.В.</w:t>
            </w:r>
          </w:p>
        </w:tc>
        <w:tc>
          <w:tcPr>
            <w:tcW w:w="7962" w:type="dxa"/>
          </w:tcPr>
          <w:p w:rsidR="0017131B" w:rsidRPr="00687BD2" w:rsidRDefault="0017131B" w:rsidP="00687BD2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292808">
              <w:rPr>
                <w:bCs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 w:rsidRPr="00E27C51">
              <w:rPr>
                <w:bCs/>
                <w:lang w:val="uk-UA" w:eastAsia="uk-UA"/>
              </w:rPr>
              <w:t>«</w:t>
            </w:r>
            <w:r w:rsidRPr="00687BD2">
              <w:t>Про звіт керівника комунальної установи «Інклюзивно-ресурсний центр» Новоушицької селищної ради за 2023 рік</w:t>
            </w:r>
            <w:r w:rsidRPr="00E27C51">
              <w:rPr>
                <w:bCs/>
                <w:lang w:val="uk-UA" w:eastAsia="uk-UA"/>
              </w:rPr>
              <w:t>»</w:t>
            </w:r>
          </w:p>
        </w:tc>
      </w:tr>
      <w:tr w:rsidR="0017131B" w:rsidRPr="00E3026A" w:rsidTr="000B2217">
        <w:trPr>
          <w:trHeight w:val="831"/>
        </w:trPr>
        <w:tc>
          <w:tcPr>
            <w:tcW w:w="2093" w:type="dxa"/>
          </w:tcPr>
          <w:p w:rsidR="0017131B" w:rsidRPr="00125CF6" w:rsidRDefault="0017131B" w:rsidP="000B2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7131B" w:rsidRPr="00687BD2" w:rsidRDefault="0017131B" w:rsidP="00687BD2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687BD2">
              <w:rPr>
                <w:color w:val="000000"/>
              </w:rPr>
              <w:t>Про звіт керівника комунальної установи «Інклюзивно-ресурсний центр» Новоушицької селищної ради за 2023 рік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17131B" w:rsidRPr="00687BD2" w:rsidRDefault="0017131B" w:rsidP="00687BD2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</w:rPr>
      </w:pPr>
      <w:r>
        <w:rPr>
          <w:rStyle w:val="Strong"/>
          <w:bCs/>
          <w:lang w:val="uk-UA"/>
        </w:rPr>
        <w:t>6</w:t>
      </w:r>
      <w:r w:rsidRPr="00125CF6">
        <w:rPr>
          <w:rStyle w:val="Strong"/>
          <w:bCs/>
          <w:lang w:val="uk-UA"/>
        </w:rPr>
        <w:t xml:space="preserve">. </w:t>
      </w:r>
      <w:r w:rsidRPr="00365A7A">
        <w:rPr>
          <w:b/>
          <w:color w:val="000000"/>
        </w:rPr>
        <w:t>Про звіт керівника Новоушицької централізованої бібліотечної системи за 2023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292808" w:rsidTr="000823D4">
        <w:trPr>
          <w:trHeight w:val="123"/>
        </w:trPr>
        <w:tc>
          <w:tcPr>
            <w:tcW w:w="2093" w:type="dxa"/>
          </w:tcPr>
          <w:p w:rsidR="0017131B" w:rsidRPr="00292808" w:rsidRDefault="0017131B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292808" w:rsidRDefault="0017131B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7131B" w:rsidRPr="007C52C0" w:rsidTr="000823D4">
        <w:trPr>
          <w:trHeight w:val="123"/>
        </w:trPr>
        <w:tc>
          <w:tcPr>
            <w:tcW w:w="2093" w:type="dxa"/>
          </w:tcPr>
          <w:p w:rsidR="0017131B" w:rsidRPr="00292808" w:rsidRDefault="0017131B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Маринчак Н.І.</w:t>
            </w:r>
          </w:p>
        </w:tc>
        <w:tc>
          <w:tcPr>
            <w:tcW w:w="7962" w:type="dxa"/>
          </w:tcPr>
          <w:p w:rsidR="0017131B" w:rsidRPr="00292808" w:rsidRDefault="0017131B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E27C51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E27C51">
              <w:rPr>
                <w:rFonts w:ascii="Times New Roman" w:hAnsi="Times New Roman"/>
                <w:sz w:val="24"/>
                <w:szCs w:val="24"/>
                <w:lang w:val="uk-UA"/>
              </w:rPr>
              <w:t>Програму розвитку житлово-комунального господарства та благоустрою території Новоушицької селищної територіальної громади на 2024 рік</w:t>
            </w:r>
            <w:r w:rsidRPr="00E27C5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7131B" w:rsidRPr="00E3026A" w:rsidTr="000823D4">
        <w:trPr>
          <w:trHeight w:val="831"/>
        </w:trPr>
        <w:tc>
          <w:tcPr>
            <w:tcW w:w="2093" w:type="dxa"/>
          </w:tcPr>
          <w:p w:rsidR="0017131B" w:rsidRPr="00292808" w:rsidRDefault="0017131B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7131B" w:rsidRPr="00292808" w:rsidRDefault="0017131B" w:rsidP="00B44388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024BAC">
              <w:t xml:space="preserve">Про </w:t>
            </w:r>
            <w:r>
              <w:rPr>
                <w:lang w:val="uk-UA"/>
              </w:rPr>
              <w:t>Програму розвитку житлово-комунального господарства та благоустрою території Новоушицької селищної територіальної громади на 2024 рік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17131B" w:rsidRPr="00687BD2" w:rsidRDefault="0017131B" w:rsidP="00687BD2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lang w:val="uk-UA"/>
        </w:rPr>
      </w:pPr>
      <w:r>
        <w:rPr>
          <w:rStyle w:val="Strong"/>
          <w:bCs/>
          <w:lang w:val="uk-UA"/>
        </w:rPr>
        <w:t>7</w:t>
      </w:r>
      <w:r w:rsidRPr="00125CF6">
        <w:rPr>
          <w:rStyle w:val="Strong"/>
          <w:bCs/>
          <w:lang w:val="uk-UA"/>
        </w:rPr>
        <w:t xml:space="preserve">. </w:t>
      </w:r>
      <w:r w:rsidRPr="00365A7A">
        <w:rPr>
          <w:b/>
          <w:color w:val="000000"/>
        </w:rPr>
        <w:t>Про звіт керівника Новоушицької дитячої мистецької школи за 2023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292808" w:rsidTr="00B44388">
        <w:trPr>
          <w:trHeight w:val="123"/>
        </w:trPr>
        <w:tc>
          <w:tcPr>
            <w:tcW w:w="2093" w:type="dxa"/>
          </w:tcPr>
          <w:p w:rsidR="0017131B" w:rsidRPr="00292808" w:rsidRDefault="0017131B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292808" w:rsidRDefault="0017131B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7131B" w:rsidRPr="00292808" w:rsidTr="00B44388">
        <w:trPr>
          <w:trHeight w:val="123"/>
        </w:trPr>
        <w:tc>
          <w:tcPr>
            <w:tcW w:w="2093" w:type="dxa"/>
          </w:tcPr>
          <w:p w:rsidR="0017131B" w:rsidRPr="00292808" w:rsidRDefault="0017131B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Мазур С.</w:t>
            </w:r>
          </w:p>
        </w:tc>
        <w:tc>
          <w:tcPr>
            <w:tcW w:w="7962" w:type="dxa"/>
          </w:tcPr>
          <w:p w:rsidR="0017131B" w:rsidRPr="00292808" w:rsidRDefault="0017131B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 w:rsidRPr="00E27C5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687BD2">
              <w:rPr>
                <w:rFonts w:ascii="Times New Roman" w:hAnsi="Times New Roman"/>
                <w:color w:val="000000"/>
                <w:sz w:val="24"/>
                <w:szCs w:val="24"/>
              </w:rPr>
              <w:t>Про звіт керівника Новоушицької дитячої мистецької школи за 2023 рік</w:t>
            </w:r>
            <w:r w:rsidRPr="00E27C51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17131B" w:rsidRPr="00292808" w:rsidTr="00B44388">
        <w:trPr>
          <w:trHeight w:val="831"/>
        </w:trPr>
        <w:tc>
          <w:tcPr>
            <w:tcW w:w="2093" w:type="dxa"/>
          </w:tcPr>
          <w:p w:rsidR="0017131B" w:rsidRPr="00292808" w:rsidRDefault="0017131B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7131B" w:rsidRPr="00292808" w:rsidRDefault="0017131B" w:rsidP="00B44388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687BD2">
              <w:rPr>
                <w:color w:val="000000"/>
              </w:rPr>
              <w:t>Про звіт керівника Новоушицької дитячої мистецької школи за 2023 рік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17131B" w:rsidRDefault="0017131B" w:rsidP="00E27C51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jc w:val="both"/>
        <w:rPr>
          <w:rStyle w:val="Strong"/>
          <w:bCs/>
          <w:lang w:val="uk-UA"/>
        </w:rPr>
      </w:pPr>
    </w:p>
    <w:p w:rsidR="0017131B" w:rsidRDefault="0017131B" w:rsidP="00687BD2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bCs/>
          <w:lang w:val="uk-UA"/>
        </w:rPr>
      </w:pPr>
    </w:p>
    <w:p w:rsidR="0017131B" w:rsidRDefault="0017131B" w:rsidP="00687BD2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bCs/>
          <w:lang w:val="uk-UA"/>
        </w:rPr>
      </w:pPr>
    </w:p>
    <w:p w:rsidR="0017131B" w:rsidRDefault="0017131B" w:rsidP="00687BD2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bCs/>
          <w:lang w:val="uk-UA"/>
        </w:rPr>
      </w:pPr>
    </w:p>
    <w:p w:rsidR="0017131B" w:rsidRDefault="0017131B" w:rsidP="00687BD2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bCs/>
          <w:lang w:val="uk-UA"/>
        </w:rPr>
      </w:pPr>
    </w:p>
    <w:p w:rsidR="0017131B" w:rsidRPr="00687BD2" w:rsidRDefault="0017131B" w:rsidP="00687BD2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lang w:val="uk-UA"/>
        </w:rPr>
      </w:pPr>
      <w:r>
        <w:rPr>
          <w:rStyle w:val="Strong"/>
          <w:bCs/>
          <w:lang w:val="uk-UA"/>
        </w:rPr>
        <w:t>8</w:t>
      </w:r>
      <w:r w:rsidRPr="00125CF6">
        <w:rPr>
          <w:rStyle w:val="Strong"/>
          <w:bCs/>
          <w:lang w:val="uk-UA"/>
        </w:rPr>
        <w:t xml:space="preserve">. </w:t>
      </w:r>
      <w:r w:rsidRPr="00365A7A">
        <w:rPr>
          <w:b/>
          <w:color w:val="000000"/>
        </w:rPr>
        <w:t>Про звіт керівника Новоушицького історико-краєзнавчого музею за 2023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292808" w:rsidTr="00B44388">
        <w:trPr>
          <w:trHeight w:val="123"/>
        </w:trPr>
        <w:tc>
          <w:tcPr>
            <w:tcW w:w="2093" w:type="dxa"/>
          </w:tcPr>
          <w:p w:rsidR="0017131B" w:rsidRPr="00292808" w:rsidRDefault="0017131B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292808" w:rsidRDefault="0017131B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7131B" w:rsidRPr="00E3026A" w:rsidTr="007F3405">
        <w:trPr>
          <w:trHeight w:val="1292"/>
        </w:trPr>
        <w:tc>
          <w:tcPr>
            <w:tcW w:w="2093" w:type="dxa"/>
          </w:tcPr>
          <w:p w:rsidR="0017131B" w:rsidRPr="00292808" w:rsidRDefault="0017131B" w:rsidP="006F7DC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Малюгіну І.</w:t>
            </w:r>
          </w:p>
        </w:tc>
        <w:tc>
          <w:tcPr>
            <w:tcW w:w="7962" w:type="dxa"/>
          </w:tcPr>
          <w:p w:rsidR="0017131B" w:rsidRPr="00687BD2" w:rsidRDefault="0017131B" w:rsidP="00687BD2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292808">
              <w:rPr>
                <w:bCs/>
                <w:lang w:val="uk-UA" w:eastAsia="uk-UA"/>
              </w:rPr>
              <w:t xml:space="preserve">Про те, що пропонується попередньо розглянути проект рішення </w:t>
            </w:r>
            <w:r w:rsidRPr="007F67CE">
              <w:rPr>
                <w:bCs/>
                <w:lang w:val="uk-UA" w:eastAsia="uk-UA"/>
              </w:rPr>
              <w:t>«</w:t>
            </w:r>
            <w:r w:rsidRPr="00687BD2">
              <w:t>Про звіт керівника Новоушицького історико-краєзнавчого музею за 2023 рік</w:t>
            </w:r>
            <w:r w:rsidRPr="007F67CE">
              <w:rPr>
                <w:bCs/>
                <w:lang w:val="uk-UA" w:eastAsia="uk-UA"/>
              </w:rPr>
              <w:t>»</w:t>
            </w:r>
          </w:p>
        </w:tc>
      </w:tr>
      <w:tr w:rsidR="0017131B" w:rsidRPr="00E3026A" w:rsidTr="00B44388">
        <w:trPr>
          <w:trHeight w:val="831"/>
        </w:trPr>
        <w:tc>
          <w:tcPr>
            <w:tcW w:w="2093" w:type="dxa"/>
          </w:tcPr>
          <w:p w:rsidR="0017131B" w:rsidRPr="00292808" w:rsidRDefault="0017131B" w:rsidP="00B443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7131B" w:rsidRPr="00292808" w:rsidRDefault="0017131B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7131B" w:rsidRPr="00687BD2" w:rsidRDefault="0017131B" w:rsidP="00687BD2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687BD2">
              <w:rPr>
                <w:color w:val="000000"/>
              </w:rPr>
              <w:t>Про звіт керівника Новоушицького історико-краєзнавчого музею за 2023 рік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17131B" w:rsidRPr="006F7DC7" w:rsidRDefault="0017131B" w:rsidP="006F7DC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lang w:val="uk-UA"/>
        </w:rPr>
      </w:pPr>
      <w:r>
        <w:rPr>
          <w:rStyle w:val="Strong"/>
          <w:bCs/>
          <w:lang w:val="uk-UA"/>
        </w:rPr>
        <w:t>9</w:t>
      </w:r>
      <w:r w:rsidRPr="00125CF6">
        <w:rPr>
          <w:rStyle w:val="Strong"/>
          <w:bCs/>
          <w:lang w:val="uk-UA"/>
        </w:rPr>
        <w:t xml:space="preserve">. </w:t>
      </w:r>
      <w:r w:rsidRPr="00365A7A">
        <w:rPr>
          <w:b/>
          <w:color w:val="000000"/>
        </w:rPr>
        <w:t>Про звіт керівника Новоушицького будинку культури і мистецтв за 2023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292808" w:rsidTr="00B44388">
        <w:trPr>
          <w:trHeight w:val="123"/>
        </w:trPr>
        <w:tc>
          <w:tcPr>
            <w:tcW w:w="2093" w:type="dxa"/>
          </w:tcPr>
          <w:p w:rsidR="0017131B" w:rsidRPr="00292808" w:rsidRDefault="0017131B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292808" w:rsidRDefault="0017131B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7131B" w:rsidRPr="00292808" w:rsidTr="00B44388">
        <w:trPr>
          <w:trHeight w:val="123"/>
        </w:trPr>
        <w:tc>
          <w:tcPr>
            <w:tcW w:w="2093" w:type="dxa"/>
          </w:tcPr>
          <w:p w:rsidR="0017131B" w:rsidRPr="00292808" w:rsidRDefault="0017131B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Бойка М.</w:t>
            </w:r>
          </w:p>
        </w:tc>
        <w:tc>
          <w:tcPr>
            <w:tcW w:w="7962" w:type="dxa"/>
          </w:tcPr>
          <w:p w:rsidR="0017131B" w:rsidRPr="006F7DC7" w:rsidRDefault="0017131B" w:rsidP="006F7DC7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292808">
              <w:rPr>
                <w:bCs/>
                <w:lang w:val="uk-UA" w:eastAsia="uk-UA"/>
              </w:rPr>
              <w:t>Про те, що пропонується попередньо розглянути проект рішення «</w:t>
            </w:r>
            <w:r w:rsidRPr="00687BD2">
              <w:t>Про звіт керівника Новоушицького будинку культури і мистецтв за 2023 рік</w:t>
            </w:r>
            <w:r w:rsidRPr="007F67CE">
              <w:rPr>
                <w:bCs/>
                <w:lang w:val="uk-UA" w:eastAsia="uk-UA"/>
              </w:rPr>
              <w:t>»</w:t>
            </w:r>
          </w:p>
        </w:tc>
      </w:tr>
      <w:tr w:rsidR="0017131B" w:rsidRPr="00292808" w:rsidTr="00B44388">
        <w:trPr>
          <w:trHeight w:val="831"/>
        </w:trPr>
        <w:tc>
          <w:tcPr>
            <w:tcW w:w="2093" w:type="dxa"/>
          </w:tcPr>
          <w:p w:rsidR="0017131B" w:rsidRPr="00292808" w:rsidRDefault="0017131B" w:rsidP="00B443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7131B" w:rsidRPr="00292808" w:rsidRDefault="0017131B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7131B" w:rsidRPr="006F7DC7" w:rsidRDefault="0017131B" w:rsidP="006F7DC7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687BD2">
              <w:rPr>
                <w:color w:val="000000"/>
              </w:rPr>
              <w:t>Про звіт керівника Новоушицького будинку культури і мистецтв за 2023 рік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17131B" w:rsidRPr="006F7DC7" w:rsidRDefault="0017131B" w:rsidP="006F7DC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lang w:val="uk-UA"/>
        </w:rPr>
      </w:pPr>
      <w:r>
        <w:rPr>
          <w:rStyle w:val="Strong"/>
          <w:bCs/>
          <w:lang w:val="uk-UA"/>
        </w:rPr>
        <w:t>10</w:t>
      </w:r>
      <w:r w:rsidRPr="00125CF6">
        <w:rPr>
          <w:rStyle w:val="Strong"/>
          <w:bCs/>
          <w:lang w:val="uk-UA"/>
        </w:rPr>
        <w:t>.</w:t>
      </w:r>
      <w:r w:rsidRPr="00365A7A">
        <w:rPr>
          <w:rStyle w:val="Strong"/>
          <w:bCs/>
          <w:lang w:val="uk-UA"/>
        </w:rPr>
        <w:t xml:space="preserve"> </w:t>
      </w:r>
      <w:r w:rsidRPr="00365A7A">
        <w:rPr>
          <w:b/>
          <w:color w:val="000000"/>
        </w:rPr>
        <w:t>Про звіт керівника Новоушицького трудового архіву за 2023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ED0788" w:rsidTr="00B44388">
        <w:trPr>
          <w:trHeight w:val="123"/>
        </w:trPr>
        <w:tc>
          <w:tcPr>
            <w:tcW w:w="2093" w:type="dxa"/>
          </w:tcPr>
          <w:p w:rsidR="0017131B" w:rsidRPr="00ED0788" w:rsidRDefault="0017131B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ED0788" w:rsidRDefault="0017131B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7131B" w:rsidRPr="00ED0788" w:rsidTr="00B44388">
        <w:trPr>
          <w:trHeight w:val="123"/>
        </w:trPr>
        <w:tc>
          <w:tcPr>
            <w:tcW w:w="2093" w:type="dxa"/>
          </w:tcPr>
          <w:p w:rsidR="0017131B" w:rsidRPr="00ED0788" w:rsidRDefault="0017131B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Мельника Ю.</w:t>
            </w:r>
          </w:p>
        </w:tc>
        <w:tc>
          <w:tcPr>
            <w:tcW w:w="7962" w:type="dxa"/>
          </w:tcPr>
          <w:p w:rsidR="0017131B" w:rsidRPr="006F7DC7" w:rsidRDefault="0017131B" w:rsidP="006F7DC7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7F67CE">
              <w:rPr>
                <w:lang w:val="uk-UA"/>
              </w:rPr>
              <w:t>Про те, що пропонується попередньо розглянути проект рішення «</w:t>
            </w:r>
            <w:r w:rsidRPr="00687BD2">
              <w:rPr>
                <w:color w:val="000000"/>
              </w:rPr>
              <w:t>Про звіт керівника Новоушицького трудового архіву за 2023 рік</w:t>
            </w:r>
            <w:r w:rsidRPr="007F67CE">
              <w:rPr>
                <w:lang w:val="uk-UA"/>
              </w:rPr>
              <w:t>»</w:t>
            </w:r>
          </w:p>
        </w:tc>
      </w:tr>
      <w:tr w:rsidR="0017131B" w:rsidRPr="00ED0788" w:rsidTr="00B44388">
        <w:trPr>
          <w:trHeight w:val="831"/>
        </w:trPr>
        <w:tc>
          <w:tcPr>
            <w:tcW w:w="2093" w:type="dxa"/>
          </w:tcPr>
          <w:p w:rsidR="0017131B" w:rsidRPr="00ED0788" w:rsidRDefault="0017131B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7131B" w:rsidRPr="006F7DC7" w:rsidRDefault="0017131B" w:rsidP="006F7DC7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7F67CE">
              <w:rPr>
                <w:lang w:val="uk-UA"/>
              </w:rPr>
              <w:t>Запропонувати селищній раді підтримати проект рішення                         «</w:t>
            </w:r>
            <w:r w:rsidRPr="00687BD2">
              <w:rPr>
                <w:color w:val="000000"/>
              </w:rPr>
              <w:t>Про звіт керівника Новоушицького трудового архіву за 2023 рік</w:t>
            </w:r>
            <w:r w:rsidRPr="007F67CE">
              <w:rPr>
                <w:bCs/>
                <w:lang w:val="uk-UA"/>
              </w:rPr>
              <w:t>»</w:t>
            </w:r>
          </w:p>
        </w:tc>
      </w:tr>
    </w:tbl>
    <w:p w:rsidR="0017131B" w:rsidRPr="006F7DC7" w:rsidRDefault="0017131B" w:rsidP="006F7DC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lang w:val="uk-UA"/>
        </w:rPr>
      </w:pPr>
      <w:r>
        <w:rPr>
          <w:rStyle w:val="Strong"/>
          <w:bCs/>
          <w:lang w:val="uk-UA"/>
        </w:rPr>
        <w:t>11</w:t>
      </w:r>
      <w:r w:rsidRPr="00125CF6">
        <w:rPr>
          <w:rStyle w:val="Strong"/>
          <w:bCs/>
          <w:lang w:val="uk-UA"/>
        </w:rPr>
        <w:t xml:space="preserve">. </w:t>
      </w:r>
      <w:r w:rsidRPr="00365A7A">
        <w:rPr>
          <w:b/>
          <w:color w:val="000000"/>
        </w:rPr>
        <w:t>Про внесення змін до  Програми шефської допомоги військовим частинам Збройних Сил України на 2024 рік</w:t>
      </w:r>
      <w:r w:rsidRPr="00365A7A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ED0788" w:rsidTr="00BE7EDA">
        <w:trPr>
          <w:trHeight w:val="123"/>
        </w:trPr>
        <w:tc>
          <w:tcPr>
            <w:tcW w:w="2093" w:type="dxa"/>
          </w:tcPr>
          <w:p w:rsidR="0017131B" w:rsidRPr="00ED0788" w:rsidRDefault="0017131B" w:rsidP="00BE7EDA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ED0788" w:rsidRDefault="0017131B" w:rsidP="00BE7ED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7131B" w:rsidRPr="00ED0788" w:rsidTr="00BE7EDA">
        <w:trPr>
          <w:trHeight w:val="123"/>
        </w:trPr>
        <w:tc>
          <w:tcPr>
            <w:tcW w:w="2093" w:type="dxa"/>
          </w:tcPr>
          <w:p w:rsidR="0017131B" w:rsidRPr="00ED0788" w:rsidRDefault="0017131B" w:rsidP="00BE7EDA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Мазур П.А.</w:t>
            </w:r>
          </w:p>
        </w:tc>
        <w:tc>
          <w:tcPr>
            <w:tcW w:w="7962" w:type="dxa"/>
          </w:tcPr>
          <w:p w:rsidR="0017131B" w:rsidRPr="006F7DC7" w:rsidRDefault="0017131B" w:rsidP="006F7DC7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ED0788">
              <w:rPr>
                <w:lang w:val="uk-UA"/>
              </w:rPr>
              <w:t>Про те, що пропонується попередньо розглянути проект рішення «</w:t>
            </w:r>
            <w:r w:rsidRPr="00687BD2">
              <w:rPr>
                <w:color w:val="000000"/>
              </w:rPr>
              <w:t>Про внесення змін до  Програми шефської допомоги військовим частинам Збройних Сил України на 2024 рік</w:t>
            </w:r>
            <w:r w:rsidRPr="00ED0788">
              <w:rPr>
                <w:lang w:val="uk-UA"/>
              </w:rPr>
              <w:t>»</w:t>
            </w:r>
          </w:p>
        </w:tc>
      </w:tr>
      <w:tr w:rsidR="0017131B" w:rsidRPr="00ED0788" w:rsidTr="00BE7EDA">
        <w:trPr>
          <w:trHeight w:val="831"/>
        </w:trPr>
        <w:tc>
          <w:tcPr>
            <w:tcW w:w="2093" w:type="dxa"/>
          </w:tcPr>
          <w:p w:rsidR="0017131B" w:rsidRPr="00ED0788" w:rsidRDefault="0017131B" w:rsidP="00BE7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7131B" w:rsidRPr="00ED0788" w:rsidRDefault="0017131B" w:rsidP="00BE7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7131B" w:rsidRPr="006F7DC7" w:rsidRDefault="0017131B" w:rsidP="007F67CE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ED078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D0788">
              <w:rPr>
                <w:bCs/>
                <w:lang w:val="uk-UA" w:eastAsia="uk-UA"/>
              </w:rPr>
              <w:t>«</w:t>
            </w:r>
            <w:r w:rsidRPr="00687BD2">
              <w:rPr>
                <w:color w:val="000000"/>
              </w:rPr>
              <w:t>Про внесення змін до  Програми шефської допомоги військовим частинам Збройних Сил України на 2024 рік</w:t>
            </w:r>
            <w:r w:rsidRPr="00ED0788">
              <w:rPr>
                <w:bCs/>
                <w:lang w:val="uk-UA" w:eastAsia="uk-UA"/>
              </w:rPr>
              <w:t>»</w:t>
            </w:r>
          </w:p>
        </w:tc>
      </w:tr>
    </w:tbl>
    <w:p w:rsidR="0017131B" w:rsidRDefault="0017131B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  <w:bookmarkStart w:id="0" w:name="_GoBack"/>
      <w:bookmarkEnd w:id="0"/>
    </w:p>
    <w:p w:rsidR="0017131B" w:rsidRPr="006F7DC7" w:rsidRDefault="0017131B" w:rsidP="006F7DC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lang w:val="uk-UA"/>
        </w:rPr>
      </w:pPr>
      <w:r>
        <w:rPr>
          <w:rStyle w:val="Strong"/>
          <w:bCs/>
          <w:lang w:val="uk-UA"/>
        </w:rPr>
        <w:t>12</w:t>
      </w:r>
      <w:r w:rsidRPr="00125CF6">
        <w:rPr>
          <w:rStyle w:val="Strong"/>
          <w:bCs/>
          <w:lang w:val="uk-UA"/>
        </w:rPr>
        <w:t xml:space="preserve">. </w:t>
      </w:r>
      <w:r w:rsidRPr="00365A7A">
        <w:rPr>
          <w:b/>
          <w:color w:val="000000"/>
        </w:rPr>
        <w:t>Про програму діяльності Новоушицької ради організації ветеранів на 2024 рі</w:t>
      </w:r>
      <w:r w:rsidRPr="00365A7A">
        <w:rPr>
          <w:b/>
          <w:color w:val="000000"/>
          <w:lang w:val="uk-UA"/>
        </w:rPr>
        <w:t>к</w:t>
      </w:r>
      <w:r>
        <w:rPr>
          <w:color w:val="000000"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ED0788" w:rsidTr="00A374E7">
        <w:trPr>
          <w:trHeight w:val="123"/>
        </w:trPr>
        <w:tc>
          <w:tcPr>
            <w:tcW w:w="2093" w:type="dxa"/>
          </w:tcPr>
          <w:p w:rsidR="0017131B" w:rsidRPr="00ED0788" w:rsidRDefault="0017131B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ED0788" w:rsidRDefault="0017131B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7131B" w:rsidRPr="00ED0788" w:rsidTr="00A374E7">
        <w:trPr>
          <w:trHeight w:val="123"/>
        </w:trPr>
        <w:tc>
          <w:tcPr>
            <w:tcW w:w="2093" w:type="dxa"/>
          </w:tcPr>
          <w:p w:rsidR="0017131B" w:rsidRPr="00ED0788" w:rsidRDefault="0017131B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Смішка В.</w:t>
            </w:r>
          </w:p>
        </w:tc>
        <w:tc>
          <w:tcPr>
            <w:tcW w:w="7962" w:type="dxa"/>
          </w:tcPr>
          <w:p w:rsidR="0017131B" w:rsidRPr="006F7DC7" w:rsidRDefault="0017131B" w:rsidP="006F7DC7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7F67CE">
              <w:rPr>
                <w:bCs/>
                <w:lang w:val="uk-UA" w:eastAsia="uk-UA"/>
              </w:rPr>
              <w:t>Про те, що пропонується попередньо розглянути проект рішення «</w:t>
            </w:r>
            <w:r w:rsidRPr="00687BD2">
              <w:t>Про програму діяльності Новоушицької ради організації ветеранів на 2024 рік</w:t>
            </w:r>
            <w:r w:rsidRPr="007F67CE">
              <w:rPr>
                <w:bCs/>
                <w:lang w:val="uk-UA" w:eastAsia="uk-UA"/>
              </w:rPr>
              <w:t>»</w:t>
            </w:r>
          </w:p>
        </w:tc>
      </w:tr>
      <w:tr w:rsidR="0017131B" w:rsidRPr="00ED0788" w:rsidTr="00A374E7">
        <w:trPr>
          <w:trHeight w:val="831"/>
        </w:trPr>
        <w:tc>
          <w:tcPr>
            <w:tcW w:w="2093" w:type="dxa"/>
          </w:tcPr>
          <w:p w:rsidR="0017131B" w:rsidRPr="00ED0788" w:rsidRDefault="0017131B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7131B" w:rsidRPr="006F7DC7" w:rsidRDefault="0017131B" w:rsidP="006F7DC7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7F67CE">
              <w:rPr>
                <w:lang w:val="uk-UA"/>
              </w:rPr>
              <w:t>Запропонувати селищній раді підтримати проект рішення                         «</w:t>
            </w:r>
            <w:r w:rsidRPr="00687BD2">
              <w:rPr>
                <w:color w:val="000000"/>
              </w:rPr>
              <w:t>Про програму діяльності Новоушицької ради організації ветеранів на 2024 рік</w:t>
            </w:r>
            <w:r w:rsidRPr="007F67CE">
              <w:rPr>
                <w:bCs/>
                <w:lang w:val="uk-UA"/>
              </w:rPr>
              <w:t>»</w:t>
            </w:r>
          </w:p>
        </w:tc>
      </w:tr>
    </w:tbl>
    <w:p w:rsidR="0017131B" w:rsidRDefault="0017131B" w:rsidP="006F7DC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bCs/>
          <w:lang w:val="uk-UA"/>
        </w:rPr>
      </w:pPr>
    </w:p>
    <w:p w:rsidR="0017131B" w:rsidRDefault="0017131B" w:rsidP="006F7DC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bCs/>
          <w:lang w:val="uk-UA"/>
        </w:rPr>
      </w:pPr>
    </w:p>
    <w:p w:rsidR="0017131B" w:rsidRPr="006F7DC7" w:rsidRDefault="0017131B" w:rsidP="006F7DC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lang w:val="uk-UA"/>
        </w:rPr>
      </w:pPr>
      <w:r>
        <w:rPr>
          <w:rStyle w:val="Strong"/>
          <w:bCs/>
          <w:lang w:val="uk-UA"/>
        </w:rPr>
        <w:t>13</w:t>
      </w:r>
      <w:r w:rsidRPr="00125CF6">
        <w:rPr>
          <w:rStyle w:val="Strong"/>
          <w:bCs/>
          <w:lang w:val="uk-UA"/>
        </w:rPr>
        <w:t xml:space="preserve">. </w:t>
      </w:r>
      <w:r w:rsidRPr="00365A7A">
        <w:rPr>
          <w:b/>
          <w:color w:val="000000"/>
        </w:rPr>
        <w:t>Про передачу майна комунальної власності</w:t>
      </w: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ED0788" w:rsidTr="00A374E7">
        <w:trPr>
          <w:trHeight w:val="123"/>
        </w:trPr>
        <w:tc>
          <w:tcPr>
            <w:tcW w:w="2093" w:type="dxa"/>
          </w:tcPr>
          <w:p w:rsidR="0017131B" w:rsidRPr="00ED0788" w:rsidRDefault="0017131B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ED0788" w:rsidRDefault="0017131B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7131B" w:rsidRPr="00ED0788" w:rsidTr="00A374E7">
        <w:trPr>
          <w:trHeight w:val="123"/>
        </w:trPr>
        <w:tc>
          <w:tcPr>
            <w:tcW w:w="2093" w:type="dxa"/>
          </w:tcPr>
          <w:p w:rsidR="0017131B" w:rsidRPr="00ED0788" w:rsidRDefault="0017131B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Гринчук О.В.</w:t>
            </w:r>
          </w:p>
        </w:tc>
        <w:tc>
          <w:tcPr>
            <w:tcW w:w="7962" w:type="dxa"/>
          </w:tcPr>
          <w:p w:rsidR="0017131B" w:rsidRPr="006F7DC7" w:rsidRDefault="0017131B" w:rsidP="006F7DC7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7F67CE">
              <w:rPr>
                <w:lang w:val="uk-UA"/>
              </w:rPr>
              <w:t>Про те, що пропонується попередньо розглянути проект рішення «</w:t>
            </w:r>
            <w:r w:rsidRPr="00687BD2">
              <w:rPr>
                <w:color w:val="000000"/>
              </w:rPr>
              <w:t>Про передачу майна комунальної власності</w:t>
            </w:r>
            <w:r w:rsidRPr="007F67CE">
              <w:rPr>
                <w:lang w:val="uk-UA"/>
              </w:rPr>
              <w:t>»</w:t>
            </w:r>
          </w:p>
        </w:tc>
      </w:tr>
      <w:tr w:rsidR="0017131B" w:rsidRPr="00E3026A" w:rsidTr="00A374E7">
        <w:trPr>
          <w:trHeight w:val="831"/>
        </w:trPr>
        <w:tc>
          <w:tcPr>
            <w:tcW w:w="2093" w:type="dxa"/>
          </w:tcPr>
          <w:p w:rsidR="0017131B" w:rsidRPr="00ED0788" w:rsidRDefault="0017131B" w:rsidP="00A37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17131B" w:rsidRPr="00ED0788" w:rsidRDefault="0017131B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7131B" w:rsidRPr="006F7DC7" w:rsidRDefault="0017131B" w:rsidP="006F7DC7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7F67CE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7F67CE">
              <w:rPr>
                <w:bCs/>
                <w:lang w:val="uk-UA" w:eastAsia="uk-UA"/>
              </w:rPr>
              <w:t>«</w:t>
            </w:r>
            <w:r w:rsidRPr="00687BD2">
              <w:rPr>
                <w:color w:val="000000"/>
              </w:rPr>
              <w:t>Про передачу майна комунальної власності</w:t>
            </w:r>
            <w:r w:rsidRPr="007F67CE">
              <w:rPr>
                <w:bCs/>
                <w:lang w:val="uk-UA" w:eastAsia="uk-UA"/>
              </w:rPr>
              <w:t>»</w:t>
            </w:r>
          </w:p>
        </w:tc>
      </w:tr>
    </w:tbl>
    <w:p w:rsidR="0017131B" w:rsidRPr="000823D4" w:rsidRDefault="0017131B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17131B" w:rsidRPr="006F7DC7" w:rsidRDefault="0017131B" w:rsidP="006F7DC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lang w:val="uk-UA"/>
        </w:rPr>
      </w:pPr>
      <w:r>
        <w:rPr>
          <w:rStyle w:val="Strong"/>
          <w:bCs/>
          <w:lang w:val="uk-UA"/>
        </w:rPr>
        <w:t>14</w:t>
      </w:r>
      <w:r w:rsidRPr="00125CF6">
        <w:rPr>
          <w:rStyle w:val="Strong"/>
          <w:bCs/>
          <w:lang w:val="uk-UA"/>
        </w:rPr>
        <w:t xml:space="preserve">. </w:t>
      </w:r>
      <w:r w:rsidRPr="00365A7A">
        <w:rPr>
          <w:b/>
          <w:color w:val="000000"/>
        </w:rPr>
        <w:t>Про дострокове припинення повноважень депутата Новоушицької селищної ради VIII скликанн</w:t>
      </w:r>
      <w:r w:rsidRPr="00365A7A">
        <w:rPr>
          <w:b/>
          <w:color w:val="000000"/>
          <w:lang w:val="uk-UA"/>
        </w:rPr>
        <w:t>я.</w:t>
      </w: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ED0788" w:rsidTr="00A374E7">
        <w:trPr>
          <w:trHeight w:val="123"/>
        </w:trPr>
        <w:tc>
          <w:tcPr>
            <w:tcW w:w="2093" w:type="dxa"/>
          </w:tcPr>
          <w:p w:rsidR="0017131B" w:rsidRPr="00ED0788" w:rsidRDefault="0017131B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ED0788" w:rsidRDefault="0017131B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7131B" w:rsidRPr="00ED0788" w:rsidTr="00A374E7">
        <w:trPr>
          <w:trHeight w:val="123"/>
        </w:trPr>
        <w:tc>
          <w:tcPr>
            <w:tcW w:w="2093" w:type="dxa"/>
          </w:tcPr>
          <w:p w:rsidR="0017131B" w:rsidRPr="00ED0788" w:rsidRDefault="0017131B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Костюченка В.В.</w:t>
            </w:r>
          </w:p>
        </w:tc>
        <w:tc>
          <w:tcPr>
            <w:tcW w:w="7962" w:type="dxa"/>
          </w:tcPr>
          <w:p w:rsidR="0017131B" w:rsidRPr="00D95FCF" w:rsidRDefault="0017131B" w:rsidP="006F7DC7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7F67CE">
              <w:rPr>
                <w:bCs/>
                <w:lang w:val="uk-UA" w:eastAsia="uk-UA"/>
              </w:rPr>
              <w:t>Про те, що пропонується попередньо розглянути проект рішення «</w:t>
            </w:r>
            <w:r w:rsidRPr="00687BD2">
              <w:rPr>
                <w:color w:val="000000"/>
              </w:rPr>
              <w:t>Про дострокове припинення повноважень депутата Новоушицької селищної ради VIII скликанн</w:t>
            </w:r>
            <w:r>
              <w:rPr>
                <w:color w:val="000000"/>
                <w:lang w:val="uk-UA"/>
              </w:rPr>
              <w:t>я</w:t>
            </w:r>
            <w:r w:rsidRPr="007F67CE">
              <w:rPr>
                <w:bCs/>
                <w:lang w:val="uk-UA" w:eastAsia="uk-UA"/>
              </w:rPr>
              <w:t>»</w:t>
            </w:r>
          </w:p>
        </w:tc>
      </w:tr>
      <w:tr w:rsidR="0017131B" w:rsidRPr="00ED0788" w:rsidTr="00A374E7">
        <w:trPr>
          <w:trHeight w:val="831"/>
        </w:trPr>
        <w:tc>
          <w:tcPr>
            <w:tcW w:w="2093" w:type="dxa"/>
          </w:tcPr>
          <w:p w:rsidR="0017131B" w:rsidRPr="00ED0788" w:rsidRDefault="0017131B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7131B" w:rsidRPr="00D95FCF" w:rsidRDefault="0017131B" w:rsidP="006F7DC7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7F67CE">
              <w:rPr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687BD2">
              <w:rPr>
                <w:color w:val="000000"/>
              </w:rPr>
              <w:t>Про дострокове припинення повноважень депутата Новоушицької селищної ради VIII скликання</w:t>
            </w:r>
            <w:r w:rsidRPr="007F67CE">
              <w:rPr>
                <w:bCs/>
                <w:lang w:val="uk-UA"/>
              </w:rPr>
              <w:t>»</w:t>
            </w:r>
          </w:p>
        </w:tc>
      </w:tr>
    </w:tbl>
    <w:p w:rsidR="0017131B" w:rsidRDefault="0017131B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17131B" w:rsidRPr="006F7DC7" w:rsidRDefault="0017131B" w:rsidP="00885706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lang w:val="uk-UA"/>
        </w:rPr>
      </w:pPr>
      <w:r>
        <w:rPr>
          <w:rStyle w:val="Strong"/>
          <w:bCs/>
          <w:lang w:val="uk-UA"/>
        </w:rPr>
        <w:t>15</w:t>
      </w:r>
      <w:r w:rsidRPr="00125CF6">
        <w:rPr>
          <w:rStyle w:val="Strong"/>
          <w:bCs/>
          <w:lang w:val="uk-UA"/>
        </w:rPr>
        <w:t xml:space="preserve">. </w:t>
      </w:r>
      <w:r w:rsidRPr="00885706">
        <w:rPr>
          <w:b/>
          <w:color w:val="000000"/>
        </w:rPr>
        <w:t>Про внесення змін до рішення селищної ради від 06 червня 2023 року №3</w:t>
      </w: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ED0788" w:rsidTr="00DA4130">
        <w:trPr>
          <w:trHeight w:val="123"/>
        </w:trPr>
        <w:tc>
          <w:tcPr>
            <w:tcW w:w="2093" w:type="dxa"/>
          </w:tcPr>
          <w:p w:rsidR="0017131B" w:rsidRPr="00ED0788" w:rsidRDefault="0017131B" w:rsidP="00DA413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ED0788" w:rsidRDefault="0017131B" w:rsidP="00DA413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7131B" w:rsidRPr="00ED0788" w:rsidTr="00DA4130">
        <w:trPr>
          <w:trHeight w:val="123"/>
        </w:trPr>
        <w:tc>
          <w:tcPr>
            <w:tcW w:w="2093" w:type="dxa"/>
          </w:tcPr>
          <w:p w:rsidR="0017131B" w:rsidRPr="00ED0788" w:rsidRDefault="0017131B" w:rsidP="00DA4130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Костюченка В.В.</w:t>
            </w:r>
          </w:p>
        </w:tc>
        <w:tc>
          <w:tcPr>
            <w:tcW w:w="7962" w:type="dxa"/>
          </w:tcPr>
          <w:p w:rsidR="0017131B" w:rsidRPr="00D95FCF" w:rsidRDefault="0017131B" w:rsidP="00885706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7F67CE">
              <w:rPr>
                <w:bCs/>
                <w:lang w:val="uk-UA" w:eastAsia="uk-UA"/>
              </w:rPr>
              <w:t>Про те, що пропонується попередньо розглянути проект рішення «</w:t>
            </w:r>
            <w:r w:rsidRPr="00094302">
              <w:rPr>
                <w:color w:val="000000"/>
              </w:rPr>
              <w:t>Про внесення змін до рішення селищної ради від 06 червня 2023 року №3</w:t>
            </w:r>
            <w:r w:rsidRPr="007F67CE">
              <w:rPr>
                <w:bCs/>
                <w:lang w:val="uk-UA" w:eastAsia="uk-UA"/>
              </w:rPr>
              <w:t>»</w:t>
            </w:r>
          </w:p>
        </w:tc>
      </w:tr>
      <w:tr w:rsidR="0017131B" w:rsidRPr="00ED0788" w:rsidTr="00DA4130">
        <w:trPr>
          <w:trHeight w:val="831"/>
        </w:trPr>
        <w:tc>
          <w:tcPr>
            <w:tcW w:w="2093" w:type="dxa"/>
          </w:tcPr>
          <w:p w:rsidR="0017131B" w:rsidRPr="00ED0788" w:rsidRDefault="0017131B" w:rsidP="00DA4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7131B" w:rsidRPr="00D95FCF" w:rsidRDefault="0017131B" w:rsidP="00885706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7F67CE">
              <w:rPr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094302">
              <w:rPr>
                <w:color w:val="000000"/>
              </w:rPr>
              <w:t>Про внесення змін до рішення селищної ради від 06 червня 2023 року №3</w:t>
            </w:r>
            <w:r>
              <w:rPr>
                <w:b/>
                <w:lang w:val="uk-UA"/>
              </w:rPr>
              <w:t>»</w:t>
            </w:r>
          </w:p>
        </w:tc>
      </w:tr>
    </w:tbl>
    <w:p w:rsidR="0017131B" w:rsidRDefault="0017131B" w:rsidP="00094302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17131B" w:rsidRPr="00885706" w:rsidRDefault="0017131B" w:rsidP="00094302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b w:val="0"/>
          <w:lang w:val="uk-UA"/>
        </w:rPr>
      </w:pPr>
      <w:r>
        <w:rPr>
          <w:rStyle w:val="Strong"/>
          <w:bCs/>
          <w:lang w:val="uk-UA"/>
        </w:rPr>
        <w:t>16</w:t>
      </w:r>
      <w:r w:rsidRPr="00125CF6">
        <w:rPr>
          <w:rStyle w:val="Strong"/>
          <w:bCs/>
          <w:lang w:val="uk-UA"/>
        </w:rPr>
        <w:t xml:space="preserve">. </w:t>
      </w:r>
      <w:r w:rsidRPr="00885706">
        <w:rPr>
          <w:b/>
          <w:color w:val="000000"/>
        </w:rPr>
        <w:t>Про Програму організації та проведення громадських робіт на території Новоушицької територіальної громади на 2024 рі</w:t>
      </w:r>
      <w:r w:rsidRPr="00885706">
        <w:rPr>
          <w:b/>
          <w:color w:val="000000"/>
          <w:lang w:val="uk-UA"/>
        </w:rPr>
        <w:t>к.</w:t>
      </w: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ED0788" w:rsidTr="00DA4130">
        <w:trPr>
          <w:trHeight w:val="123"/>
        </w:trPr>
        <w:tc>
          <w:tcPr>
            <w:tcW w:w="2093" w:type="dxa"/>
          </w:tcPr>
          <w:p w:rsidR="0017131B" w:rsidRPr="00ED0788" w:rsidRDefault="0017131B" w:rsidP="00DA4130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ED0788" w:rsidRDefault="0017131B" w:rsidP="00DA4130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7131B" w:rsidRPr="00ED0788" w:rsidTr="00DA4130">
        <w:trPr>
          <w:trHeight w:val="123"/>
        </w:trPr>
        <w:tc>
          <w:tcPr>
            <w:tcW w:w="2093" w:type="dxa"/>
          </w:tcPr>
          <w:p w:rsidR="0017131B" w:rsidRPr="00ED0788" w:rsidRDefault="0017131B" w:rsidP="00DA4130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Московчук О.Є.</w:t>
            </w:r>
          </w:p>
        </w:tc>
        <w:tc>
          <w:tcPr>
            <w:tcW w:w="7962" w:type="dxa"/>
          </w:tcPr>
          <w:p w:rsidR="0017131B" w:rsidRPr="00D95FCF" w:rsidRDefault="0017131B" w:rsidP="00DA4130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7F67CE">
              <w:rPr>
                <w:bCs/>
                <w:lang w:val="uk-UA" w:eastAsia="uk-UA"/>
              </w:rPr>
              <w:t>Про те, що пропонується попередньо розглянути проект рішення «</w:t>
            </w:r>
            <w:r w:rsidRPr="00094302">
              <w:rPr>
                <w:color w:val="000000"/>
              </w:rPr>
              <w:t>Про Програму організації та проведення громадських робіт на території Новоушицької територіальної громади на 2024 рі</w:t>
            </w:r>
            <w:r>
              <w:rPr>
                <w:color w:val="000000"/>
                <w:lang w:val="uk-UA"/>
              </w:rPr>
              <w:t>к</w:t>
            </w:r>
            <w:r w:rsidRPr="007F67CE">
              <w:rPr>
                <w:bCs/>
                <w:lang w:val="uk-UA" w:eastAsia="uk-UA"/>
              </w:rPr>
              <w:t>»</w:t>
            </w:r>
          </w:p>
        </w:tc>
      </w:tr>
      <w:tr w:rsidR="0017131B" w:rsidRPr="00ED0788" w:rsidTr="00DA4130">
        <w:trPr>
          <w:trHeight w:val="831"/>
        </w:trPr>
        <w:tc>
          <w:tcPr>
            <w:tcW w:w="2093" w:type="dxa"/>
          </w:tcPr>
          <w:p w:rsidR="0017131B" w:rsidRPr="00ED0788" w:rsidRDefault="0017131B" w:rsidP="00DA4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17131B" w:rsidRPr="00D95FCF" w:rsidRDefault="0017131B" w:rsidP="00DA4130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lang w:val="uk-UA"/>
              </w:rPr>
            </w:pPr>
            <w:r w:rsidRPr="007F67CE">
              <w:rPr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094302">
              <w:rPr>
                <w:color w:val="000000"/>
              </w:rPr>
              <w:t>Про Програму організації та проведення громадських робіт на території Новоушицької територіальної громади на 2024 рі</w:t>
            </w:r>
            <w:r>
              <w:rPr>
                <w:color w:val="000000"/>
                <w:lang w:val="uk-UA"/>
              </w:rPr>
              <w:t>к</w:t>
            </w:r>
            <w:r w:rsidRPr="007F67CE">
              <w:rPr>
                <w:bCs/>
                <w:lang w:val="uk-UA"/>
              </w:rPr>
              <w:t>»</w:t>
            </w:r>
          </w:p>
        </w:tc>
      </w:tr>
    </w:tbl>
    <w:p w:rsidR="0017131B" w:rsidRDefault="0017131B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17131B" w:rsidRDefault="0017131B" w:rsidP="006F7DC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17131B" w:rsidRDefault="0017131B" w:rsidP="006F7DC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jc w:val="both"/>
        <w:rPr>
          <w:b/>
          <w:lang w:val="uk-UA"/>
        </w:rPr>
      </w:pPr>
      <w:r>
        <w:rPr>
          <w:b/>
          <w:shd w:val="clear" w:color="auto" w:fill="FFFFFF"/>
          <w:lang w:val="uk-UA"/>
        </w:rPr>
        <w:t xml:space="preserve">17. </w:t>
      </w:r>
      <w:r>
        <w:rPr>
          <w:b/>
          <w:lang w:val="uk-UA"/>
        </w:rPr>
        <w:t>Різне.</w:t>
      </w:r>
    </w:p>
    <w:p w:rsidR="0017131B" w:rsidRPr="002A1490" w:rsidRDefault="0017131B" w:rsidP="006F7DC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jc w:val="both"/>
        <w:rPr>
          <w:rStyle w:val="Strong"/>
          <w:bCs/>
          <w:lang w:val="uk-UA"/>
        </w:rPr>
      </w:pPr>
    </w:p>
    <w:tbl>
      <w:tblPr>
        <w:tblW w:w="10055" w:type="dxa"/>
        <w:tblLook w:val="00A0"/>
      </w:tblPr>
      <w:tblGrid>
        <w:gridCol w:w="2093"/>
        <w:gridCol w:w="7962"/>
      </w:tblGrid>
      <w:tr w:rsidR="0017131B" w:rsidRPr="00125CF6" w:rsidTr="00A374E7">
        <w:trPr>
          <w:trHeight w:val="123"/>
        </w:trPr>
        <w:tc>
          <w:tcPr>
            <w:tcW w:w="2093" w:type="dxa"/>
          </w:tcPr>
          <w:p w:rsidR="0017131B" w:rsidRPr="00125CF6" w:rsidRDefault="0017131B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17131B" w:rsidRPr="00125CF6" w:rsidRDefault="0017131B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7131B" w:rsidRPr="00E3026A" w:rsidTr="00A374E7">
        <w:trPr>
          <w:trHeight w:val="123"/>
        </w:trPr>
        <w:tc>
          <w:tcPr>
            <w:tcW w:w="2093" w:type="dxa"/>
          </w:tcPr>
          <w:p w:rsidR="0017131B" w:rsidRPr="00125CF6" w:rsidRDefault="0017131B" w:rsidP="00A374E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17131B" w:rsidRPr="00125CF6" w:rsidRDefault="0017131B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17131B" w:rsidRDefault="0017131B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17131B" w:rsidRPr="00C24383" w:rsidRDefault="0017131B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17131B" w:rsidRDefault="0017131B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17131B" w:rsidRDefault="0017131B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shd w:val="clear" w:color="auto" w:fill="FFFFFF"/>
          <w:lang w:val="uk-UA"/>
        </w:rPr>
        <w:t xml:space="preserve">Голова комісії з питань </w:t>
      </w:r>
      <w:r>
        <w:rPr>
          <w:b/>
          <w:bCs/>
          <w:lang w:val="uk-UA"/>
        </w:rPr>
        <w:t>освіти, охорони</w:t>
      </w:r>
    </w:p>
    <w:p w:rsidR="0017131B" w:rsidRDefault="0017131B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здоров’я, культури, молоді, спорту та </w:t>
      </w:r>
    </w:p>
    <w:p w:rsidR="0017131B" w:rsidRDefault="0017131B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соціального захисту населення                                                                Алла ЗВАРИЧУК</w:t>
      </w:r>
    </w:p>
    <w:p w:rsidR="0017131B" w:rsidRDefault="0017131B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17131B" w:rsidRDefault="0017131B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17131B" w:rsidRDefault="0017131B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shd w:val="clear" w:color="auto" w:fill="FFFFFF"/>
          <w:lang w:val="uk-UA"/>
        </w:rPr>
        <w:t>Заступник голови комісії</w:t>
      </w:r>
      <w:r w:rsidRPr="0027066E">
        <w:rPr>
          <w:b/>
          <w:bCs/>
        </w:rPr>
        <w:t xml:space="preserve"> </w:t>
      </w:r>
      <w:r>
        <w:rPr>
          <w:b/>
          <w:bCs/>
          <w:lang w:val="uk-UA"/>
        </w:rPr>
        <w:t xml:space="preserve">з питань </w:t>
      </w:r>
      <w:r w:rsidRPr="00600C92">
        <w:rPr>
          <w:b/>
          <w:bCs/>
        </w:rPr>
        <w:t xml:space="preserve">регламенту, </w:t>
      </w:r>
    </w:p>
    <w:p w:rsidR="0017131B" w:rsidRDefault="0017131B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 w:rsidRPr="00600C92">
        <w:rPr>
          <w:b/>
          <w:bCs/>
        </w:rPr>
        <w:t xml:space="preserve">законності, </w:t>
      </w:r>
      <w:r>
        <w:rPr>
          <w:b/>
          <w:bCs/>
          <w:lang w:val="uk-UA"/>
        </w:rPr>
        <w:t xml:space="preserve">                                                                                                  Тамара ОЛІЙНИК</w:t>
      </w:r>
    </w:p>
    <w:p w:rsidR="0017131B" w:rsidRPr="0098569C" w:rsidRDefault="0017131B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 w:rsidRPr="00600C92">
        <w:rPr>
          <w:b/>
          <w:bCs/>
        </w:rPr>
        <w:t>правопорядку та</w:t>
      </w:r>
      <w:r>
        <w:rPr>
          <w:b/>
          <w:bCs/>
          <w:lang w:val="uk-UA"/>
        </w:rPr>
        <w:t xml:space="preserve"> </w:t>
      </w:r>
      <w:r w:rsidRPr="00600C92">
        <w:rPr>
          <w:b/>
          <w:bCs/>
        </w:rPr>
        <w:t>депутатської діяльності</w:t>
      </w:r>
      <w:r>
        <w:rPr>
          <w:b/>
          <w:bCs/>
          <w:lang w:val="uk-UA"/>
        </w:rPr>
        <w:t>;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  <w:t xml:space="preserve">                          </w:t>
      </w:r>
    </w:p>
    <w:p w:rsidR="0017131B" w:rsidRDefault="0017131B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17131B" w:rsidRDefault="0017131B" w:rsidP="00885706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17131B" w:rsidRDefault="0017131B" w:rsidP="00885706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Голова комісії з питань планування, </w:t>
      </w:r>
    </w:p>
    <w:p w:rsidR="0017131B" w:rsidRDefault="0017131B" w:rsidP="00885706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фінансів, бюджету та інвестиції                                                               Раїса КОРОТУН</w:t>
      </w:r>
    </w:p>
    <w:p w:rsidR="0017131B" w:rsidRPr="0027066E" w:rsidRDefault="0017131B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sectPr w:rsidR="0017131B" w:rsidRPr="0027066E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31B" w:rsidRDefault="0017131B" w:rsidP="00315936">
      <w:pPr>
        <w:spacing w:after="0" w:line="240" w:lineRule="auto"/>
      </w:pPr>
      <w:r>
        <w:separator/>
      </w:r>
    </w:p>
  </w:endnote>
  <w:endnote w:type="continuationSeparator" w:id="0">
    <w:p w:rsidR="0017131B" w:rsidRDefault="0017131B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31B" w:rsidRDefault="0017131B" w:rsidP="00315936">
      <w:pPr>
        <w:spacing w:after="0" w:line="240" w:lineRule="auto"/>
      </w:pPr>
      <w:r>
        <w:separator/>
      </w:r>
    </w:p>
  </w:footnote>
  <w:footnote w:type="continuationSeparator" w:id="0">
    <w:p w:rsidR="0017131B" w:rsidRDefault="0017131B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1460C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2B61BE"/>
    <w:multiLevelType w:val="hybridMultilevel"/>
    <w:tmpl w:val="DC34449E"/>
    <w:lvl w:ilvl="0" w:tplc="E69C8A0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FC3C24"/>
    <w:multiLevelType w:val="hybridMultilevel"/>
    <w:tmpl w:val="EC7CFF42"/>
    <w:lvl w:ilvl="0" w:tplc="7716F8A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F39"/>
    <w:rsid w:val="000064E2"/>
    <w:rsid w:val="00006898"/>
    <w:rsid w:val="0001314D"/>
    <w:rsid w:val="00024BAC"/>
    <w:rsid w:val="0003451E"/>
    <w:rsid w:val="00035D94"/>
    <w:rsid w:val="000367AF"/>
    <w:rsid w:val="00045CEC"/>
    <w:rsid w:val="0005487D"/>
    <w:rsid w:val="000575CF"/>
    <w:rsid w:val="000625E2"/>
    <w:rsid w:val="00063C26"/>
    <w:rsid w:val="0006657F"/>
    <w:rsid w:val="0006678B"/>
    <w:rsid w:val="00077288"/>
    <w:rsid w:val="00080AD1"/>
    <w:rsid w:val="000823D4"/>
    <w:rsid w:val="00083561"/>
    <w:rsid w:val="00084460"/>
    <w:rsid w:val="00085EC9"/>
    <w:rsid w:val="000907C4"/>
    <w:rsid w:val="00094302"/>
    <w:rsid w:val="0009457F"/>
    <w:rsid w:val="00094E86"/>
    <w:rsid w:val="000A6362"/>
    <w:rsid w:val="000B0E06"/>
    <w:rsid w:val="000B2217"/>
    <w:rsid w:val="000B4803"/>
    <w:rsid w:val="000B4D2C"/>
    <w:rsid w:val="000B63A6"/>
    <w:rsid w:val="000B6BD9"/>
    <w:rsid w:val="000B7464"/>
    <w:rsid w:val="000C1A79"/>
    <w:rsid w:val="000C5862"/>
    <w:rsid w:val="000C6C29"/>
    <w:rsid w:val="000C6E30"/>
    <w:rsid w:val="000D585B"/>
    <w:rsid w:val="000D625F"/>
    <w:rsid w:val="000E3F70"/>
    <w:rsid w:val="000E5CCA"/>
    <w:rsid w:val="000E69A0"/>
    <w:rsid w:val="000E71B5"/>
    <w:rsid w:val="000F4B95"/>
    <w:rsid w:val="000F4D04"/>
    <w:rsid w:val="000F556A"/>
    <w:rsid w:val="000F5DE5"/>
    <w:rsid w:val="000F68F6"/>
    <w:rsid w:val="00105201"/>
    <w:rsid w:val="001064CE"/>
    <w:rsid w:val="00106E33"/>
    <w:rsid w:val="00110E40"/>
    <w:rsid w:val="00111CBC"/>
    <w:rsid w:val="00112F45"/>
    <w:rsid w:val="00114208"/>
    <w:rsid w:val="0011464B"/>
    <w:rsid w:val="00122DBF"/>
    <w:rsid w:val="00125CF6"/>
    <w:rsid w:val="00126964"/>
    <w:rsid w:val="00140C8F"/>
    <w:rsid w:val="00142BAE"/>
    <w:rsid w:val="00155CD8"/>
    <w:rsid w:val="001607EE"/>
    <w:rsid w:val="00161DA5"/>
    <w:rsid w:val="00163355"/>
    <w:rsid w:val="00164125"/>
    <w:rsid w:val="001641DF"/>
    <w:rsid w:val="001660CC"/>
    <w:rsid w:val="00167EC4"/>
    <w:rsid w:val="001704DC"/>
    <w:rsid w:val="0017131B"/>
    <w:rsid w:val="00175FAB"/>
    <w:rsid w:val="00182B5B"/>
    <w:rsid w:val="00187979"/>
    <w:rsid w:val="001906AB"/>
    <w:rsid w:val="0019435D"/>
    <w:rsid w:val="001A1A44"/>
    <w:rsid w:val="001A4598"/>
    <w:rsid w:val="001B0DEF"/>
    <w:rsid w:val="001B23D8"/>
    <w:rsid w:val="001C1B25"/>
    <w:rsid w:val="001C5EED"/>
    <w:rsid w:val="001C6B4E"/>
    <w:rsid w:val="001D426B"/>
    <w:rsid w:val="001D50CD"/>
    <w:rsid w:val="001D619B"/>
    <w:rsid w:val="001D6233"/>
    <w:rsid w:val="001D7216"/>
    <w:rsid w:val="001D79D9"/>
    <w:rsid w:val="001E07D2"/>
    <w:rsid w:val="001E0835"/>
    <w:rsid w:val="001E2DDF"/>
    <w:rsid w:val="001E3A9B"/>
    <w:rsid w:val="001E4ECC"/>
    <w:rsid w:val="001E5907"/>
    <w:rsid w:val="001F076C"/>
    <w:rsid w:val="00203CBB"/>
    <w:rsid w:val="00205F30"/>
    <w:rsid w:val="00213B81"/>
    <w:rsid w:val="00214312"/>
    <w:rsid w:val="00215AA0"/>
    <w:rsid w:val="00222ECD"/>
    <w:rsid w:val="002336E3"/>
    <w:rsid w:val="00234896"/>
    <w:rsid w:val="00237713"/>
    <w:rsid w:val="00243A89"/>
    <w:rsid w:val="00243F69"/>
    <w:rsid w:val="0024657D"/>
    <w:rsid w:val="00247808"/>
    <w:rsid w:val="002502E3"/>
    <w:rsid w:val="002551B7"/>
    <w:rsid w:val="0027066E"/>
    <w:rsid w:val="00273EA7"/>
    <w:rsid w:val="00276E6D"/>
    <w:rsid w:val="00276ECD"/>
    <w:rsid w:val="002774AD"/>
    <w:rsid w:val="00280AF4"/>
    <w:rsid w:val="00280C24"/>
    <w:rsid w:val="0028562B"/>
    <w:rsid w:val="002923F2"/>
    <w:rsid w:val="00292808"/>
    <w:rsid w:val="002A1490"/>
    <w:rsid w:val="002A1850"/>
    <w:rsid w:val="002A6532"/>
    <w:rsid w:val="002B43CC"/>
    <w:rsid w:val="002C194B"/>
    <w:rsid w:val="002C1AEE"/>
    <w:rsid w:val="002C1FB6"/>
    <w:rsid w:val="002C5C0A"/>
    <w:rsid w:val="002C690E"/>
    <w:rsid w:val="002D183C"/>
    <w:rsid w:val="002D4450"/>
    <w:rsid w:val="002D7E02"/>
    <w:rsid w:val="002E3D3D"/>
    <w:rsid w:val="002E67D0"/>
    <w:rsid w:val="002E6A8D"/>
    <w:rsid w:val="002E7F08"/>
    <w:rsid w:val="002F0780"/>
    <w:rsid w:val="002F083B"/>
    <w:rsid w:val="002F33C6"/>
    <w:rsid w:val="002F33D5"/>
    <w:rsid w:val="003038A2"/>
    <w:rsid w:val="00305294"/>
    <w:rsid w:val="00305BE6"/>
    <w:rsid w:val="00305E5D"/>
    <w:rsid w:val="003067CA"/>
    <w:rsid w:val="00315936"/>
    <w:rsid w:val="003162E2"/>
    <w:rsid w:val="003205AC"/>
    <w:rsid w:val="00324F8E"/>
    <w:rsid w:val="00326305"/>
    <w:rsid w:val="003334B2"/>
    <w:rsid w:val="00335629"/>
    <w:rsid w:val="00335DDF"/>
    <w:rsid w:val="00343FD9"/>
    <w:rsid w:val="00344445"/>
    <w:rsid w:val="0035443A"/>
    <w:rsid w:val="00365A7A"/>
    <w:rsid w:val="003812BE"/>
    <w:rsid w:val="00396F07"/>
    <w:rsid w:val="003978F7"/>
    <w:rsid w:val="00397CAD"/>
    <w:rsid w:val="003A204E"/>
    <w:rsid w:val="003A2479"/>
    <w:rsid w:val="003A4F5A"/>
    <w:rsid w:val="003A6DE6"/>
    <w:rsid w:val="003B23BD"/>
    <w:rsid w:val="003B27BB"/>
    <w:rsid w:val="003B29E7"/>
    <w:rsid w:val="003B5C43"/>
    <w:rsid w:val="003C66D4"/>
    <w:rsid w:val="003D0F93"/>
    <w:rsid w:val="003D2666"/>
    <w:rsid w:val="003D3B07"/>
    <w:rsid w:val="003D5A47"/>
    <w:rsid w:val="003D5F66"/>
    <w:rsid w:val="003E0E9D"/>
    <w:rsid w:val="00400CDE"/>
    <w:rsid w:val="004016ED"/>
    <w:rsid w:val="00402489"/>
    <w:rsid w:val="00404A5F"/>
    <w:rsid w:val="00411E53"/>
    <w:rsid w:val="00412BFE"/>
    <w:rsid w:val="00417A73"/>
    <w:rsid w:val="00417D1B"/>
    <w:rsid w:val="004225FF"/>
    <w:rsid w:val="00423B37"/>
    <w:rsid w:val="00430FC9"/>
    <w:rsid w:val="00435180"/>
    <w:rsid w:val="00442E11"/>
    <w:rsid w:val="004478BF"/>
    <w:rsid w:val="004523F0"/>
    <w:rsid w:val="004529CE"/>
    <w:rsid w:val="00453FCE"/>
    <w:rsid w:val="00463E36"/>
    <w:rsid w:val="00464EF1"/>
    <w:rsid w:val="00467831"/>
    <w:rsid w:val="0047198D"/>
    <w:rsid w:val="00475D65"/>
    <w:rsid w:val="004810B2"/>
    <w:rsid w:val="00485CE1"/>
    <w:rsid w:val="004863E9"/>
    <w:rsid w:val="00487A2C"/>
    <w:rsid w:val="00496707"/>
    <w:rsid w:val="00496798"/>
    <w:rsid w:val="004A4412"/>
    <w:rsid w:val="004A562B"/>
    <w:rsid w:val="004B5AA1"/>
    <w:rsid w:val="004B7931"/>
    <w:rsid w:val="004B7CD3"/>
    <w:rsid w:val="004C0745"/>
    <w:rsid w:val="004C3380"/>
    <w:rsid w:val="004D2A20"/>
    <w:rsid w:val="004D67C3"/>
    <w:rsid w:val="004E2F5D"/>
    <w:rsid w:val="004E5075"/>
    <w:rsid w:val="004E6BC9"/>
    <w:rsid w:val="004E75E3"/>
    <w:rsid w:val="004F07AA"/>
    <w:rsid w:val="00505B26"/>
    <w:rsid w:val="00506254"/>
    <w:rsid w:val="005076E0"/>
    <w:rsid w:val="005123D4"/>
    <w:rsid w:val="005129FC"/>
    <w:rsid w:val="00515B61"/>
    <w:rsid w:val="005177E7"/>
    <w:rsid w:val="00517818"/>
    <w:rsid w:val="005213F4"/>
    <w:rsid w:val="00522078"/>
    <w:rsid w:val="005240F2"/>
    <w:rsid w:val="00524B53"/>
    <w:rsid w:val="005333BC"/>
    <w:rsid w:val="005350FB"/>
    <w:rsid w:val="00535BC0"/>
    <w:rsid w:val="005376B0"/>
    <w:rsid w:val="005449BF"/>
    <w:rsid w:val="0054500F"/>
    <w:rsid w:val="0054585C"/>
    <w:rsid w:val="005464FA"/>
    <w:rsid w:val="00550EC5"/>
    <w:rsid w:val="00555288"/>
    <w:rsid w:val="005609FB"/>
    <w:rsid w:val="00563882"/>
    <w:rsid w:val="00567F3B"/>
    <w:rsid w:val="005716A8"/>
    <w:rsid w:val="005748C6"/>
    <w:rsid w:val="00580746"/>
    <w:rsid w:val="00586E3F"/>
    <w:rsid w:val="00591194"/>
    <w:rsid w:val="005941A0"/>
    <w:rsid w:val="0059688F"/>
    <w:rsid w:val="005A085E"/>
    <w:rsid w:val="005A2EB4"/>
    <w:rsid w:val="005A6B40"/>
    <w:rsid w:val="005A74F8"/>
    <w:rsid w:val="005B6CC7"/>
    <w:rsid w:val="005C19C9"/>
    <w:rsid w:val="005C3631"/>
    <w:rsid w:val="005C5672"/>
    <w:rsid w:val="005C59F7"/>
    <w:rsid w:val="005D03AD"/>
    <w:rsid w:val="005D3231"/>
    <w:rsid w:val="005D6D91"/>
    <w:rsid w:val="005E0FC9"/>
    <w:rsid w:val="005E298E"/>
    <w:rsid w:val="005E3559"/>
    <w:rsid w:val="005E6722"/>
    <w:rsid w:val="005F6E11"/>
    <w:rsid w:val="00600C92"/>
    <w:rsid w:val="006105AB"/>
    <w:rsid w:val="00615F16"/>
    <w:rsid w:val="00622404"/>
    <w:rsid w:val="00630506"/>
    <w:rsid w:val="00632918"/>
    <w:rsid w:val="00633435"/>
    <w:rsid w:val="00637797"/>
    <w:rsid w:val="00640584"/>
    <w:rsid w:val="006530C7"/>
    <w:rsid w:val="00655BF5"/>
    <w:rsid w:val="0066482C"/>
    <w:rsid w:val="006648AD"/>
    <w:rsid w:val="00667EA7"/>
    <w:rsid w:val="00670597"/>
    <w:rsid w:val="00673323"/>
    <w:rsid w:val="00673C2D"/>
    <w:rsid w:val="00676C44"/>
    <w:rsid w:val="006804AD"/>
    <w:rsid w:val="00682896"/>
    <w:rsid w:val="00685A87"/>
    <w:rsid w:val="006868CC"/>
    <w:rsid w:val="00687BD2"/>
    <w:rsid w:val="006908F9"/>
    <w:rsid w:val="0069118D"/>
    <w:rsid w:val="00694714"/>
    <w:rsid w:val="00695181"/>
    <w:rsid w:val="00696393"/>
    <w:rsid w:val="006A11D7"/>
    <w:rsid w:val="006A4EC9"/>
    <w:rsid w:val="006A6AB9"/>
    <w:rsid w:val="006B1C02"/>
    <w:rsid w:val="006C5947"/>
    <w:rsid w:val="006D2911"/>
    <w:rsid w:val="006D372F"/>
    <w:rsid w:val="006D71DF"/>
    <w:rsid w:val="006D7446"/>
    <w:rsid w:val="006D74C8"/>
    <w:rsid w:val="006D7E71"/>
    <w:rsid w:val="006E2448"/>
    <w:rsid w:val="006E6ED9"/>
    <w:rsid w:val="006F2D41"/>
    <w:rsid w:val="006F37DA"/>
    <w:rsid w:val="006F50E0"/>
    <w:rsid w:val="006F6CEB"/>
    <w:rsid w:val="006F6E5C"/>
    <w:rsid w:val="006F7D6B"/>
    <w:rsid w:val="006F7DC7"/>
    <w:rsid w:val="00705024"/>
    <w:rsid w:val="0071054E"/>
    <w:rsid w:val="0072082D"/>
    <w:rsid w:val="007250FE"/>
    <w:rsid w:val="0072570A"/>
    <w:rsid w:val="0072642B"/>
    <w:rsid w:val="00733252"/>
    <w:rsid w:val="0073388F"/>
    <w:rsid w:val="00737E56"/>
    <w:rsid w:val="0074022E"/>
    <w:rsid w:val="00750500"/>
    <w:rsid w:val="007609B2"/>
    <w:rsid w:val="00765492"/>
    <w:rsid w:val="00767612"/>
    <w:rsid w:val="00770348"/>
    <w:rsid w:val="00772C27"/>
    <w:rsid w:val="007730D4"/>
    <w:rsid w:val="0077503D"/>
    <w:rsid w:val="007840C8"/>
    <w:rsid w:val="0078765B"/>
    <w:rsid w:val="007936F9"/>
    <w:rsid w:val="00795901"/>
    <w:rsid w:val="007A01DA"/>
    <w:rsid w:val="007A5110"/>
    <w:rsid w:val="007B0C55"/>
    <w:rsid w:val="007B3685"/>
    <w:rsid w:val="007C1B63"/>
    <w:rsid w:val="007C52C0"/>
    <w:rsid w:val="007C6892"/>
    <w:rsid w:val="007D1D16"/>
    <w:rsid w:val="007D3457"/>
    <w:rsid w:val="007E07C2"/>
    <w:rsid w:val="007E0989"/>
    <w:rsid w:val="007F3405"/>
    <w:rsid w:val="007F67CE"/>
    <w:rsid w:val="008044DB"/>
    <w:rsid w:val="00812EF3"/>
    <w:rsid w:val="00814EB8"/>
    <w:rsid w:val="00820422"/>
    <w:rsid w:val="008209E8"/>
    <w:rsid w:val="00824715"/>
    <w:rsid w:val="00824BBE"/>
    <w:rsid w:val="00826CBE"/>
    <w:rsid w:val="008334A6"/>
    <w:rsid w:val="00837098"/>
    <w:rsid w:val="0084122E"/>
    <w:rsid w:val="00844523"/>
    <w:rsid w:val="00845467"/>
    <w:rsid w:val="00850196"/>
    <w:rsid w:val="008512F6"/>
    <w:rsid w:val="008519B1"/>
    <w:rsid w:val="00861E16"/>
    <w:rsid w:val="00865177"/>
    <w:rsid w:val="008665AD"/>
    <w:rsid w:val="0087091D"/>
    <w:rsid w:val="00871F28"/>
    <w:rsid w:val="00872DDC"/>
    <w:rsid w:val="00873E99"/>
    <w:rsid w:val="008745B6"/>
    <w:rsid w:val="00880A81"/>
    <w:rsid w:val="0088218A"/>
    <w:rsid w:val="00882955"/>
    <w:rsid w:val="00883552"/>
    <w:rsid w:val="008839A0"/>
    <w:rsid w:val="008841EF"/>
    <w:rsid w:val="00885706"/>
    <w:rsid w:val="00890CE3"/>
    <w:rsid w:val="00891C0A"/>
    <w:rsid w:val="00897919"/>
    <w:rsid w:val="008A112C"/>
    <w:rsid w:val="008A426E"/>
    <w:rsid w:val="008A68B3"/>
    <w:rsid w:val="008A7C53"/>
    <w:rsid w:val="008B66C4"/>
    <w:rsid w:val="008C19EF"/>
    <w:rsid w:val="008C35EA"/>
    <w:rsid w:val="008C4D52"/>
    <w:rsid w:val="008C6996"/>
    <w:rsid w:val="008D45DD"/>
    <w:rsid w:val="008D5F96"/>
    <w:rsid w:val="008D67E9"/>
    <w:rsid w:val="008D696F"/>
    <w:rsid w:val="008E0429"/>
    <w:rsid w:val="008E3BEA"/>
    <w:rsid w:val="008F2684"/>
    <w:rsid w:val="008F3AB2"/>
    <w:rsid w:val="008F4D29"/>
    <w:rsid w:val="008F558E"/>
    <w:rsid w:val="0090394A"/>
    <w:rsid w:val="00912FE2"/>
    <w:rsid w:val="009131CE"/>
    <w:rsid w:val="00915D3E"/>
    <w:rsid w:val="00921911"/>
    <w:rsid w:val="00930298"/>
    <w:rsid w:val="009308F5"/>
    <w:rsid w:val="00931E78"/>
    <w:rsid w:val="00931ED4"/>
    <w:rsid w:val="00932272"/>
    <w:rsid w:val="009425FC"/>
    <w:rsid w:val="00946CD5"/>
    <w:rsid w:val="009653D4"/>
    <w:rsid w:val="00966D24"/>
    <w:rsid w:val="00976F76"/>
    <w:rsid w:val="009847F3"/>
    <w:rsid w:val="009854E3"/>
    <w:rsid w:val="0098569C"/>
    <w:rsid w:val="00990D35"/>
    <w:rsid w:val="00991B2E"/>
    <w:rsid w:val="00994440"/>
    <w:rsid w:val="00995996"/>
    <w:rsid w:val="009A2AC0"/>
    <w:rsid w:val="009A5A25"/>
    <w:rsid w:val="009B03B4"/>
    <w:rsid w:val="009B0935"/>
    <w:rsid w:val="009B503C"/>
    <w:rsid w:val="009B6406"/>
    <w:rsid w:val="009B6B93"/>
    <w:rsid w:val="009C0F35"/>
    <w:rsid w:val="009C416E"/>
    <w:rsid w:val="009D3F2D"/>
    <w:rsid w:val="009D7C1F"/>
    <w:rsid w:val="009E2A52"/>
    <w:rsid w:val="009E2C99"/>
    <w:rsid w:val="009F1428"/>
    <w:rsid w:val="009F5912"/>
    <w:rsid w:val="009F5BA6"/>
    <w:rsid w:val="009F7283"/>
    <w:rsid w:val="009F7F83"/>
    <w:rsid w:val="00A0143B"/>
    <w:rsid w:val="00A0745F"/>
    <w:rsid w:val="00A11804"/>
    <w:rsid w:val="00A168DF"/>
    <w:rsid w:val="00A20600"/>
    <w:rsid w:val="00A36184"/>
    <w:rsid w:val="00A374E7"/>
    <w:rsid w:val="00A42D0C"/>
    <w:rsid w:val="00A43B67"/>
    <w:rsid w:val="00A47613"/>
    <w:rsid w:val="00A52A02"/>
    <w:rsid w:val="00A52FB3"/>
    <w:rsid w:val="00A53226"/>
    <w:rsid w:val="00A60C05"/>
    <w:rsid w:val="00A6339B"/>
    <w:rsid w:val="00A63D85"/>
    <w:rsid w:val="00A667E3"/>
    <w:rsid w:val="00A67D68"/>
    <w:rsid w:val="00A71C32"/>
    <w:rsid w:val="00A73526"/>
    <w:rsid w:val="00A74025"/>
    <w:rsid w:val="00A75081"/>
    <w:rsid w:val="00A77F7A"/>
    <w:rsid w:val="00A824D7"/>
    <w:rsid w:val="00A8786F"/>
    <w:rsid w:val="00A87A8C"/>
    <w:rsid w:val="00A9255B"/>
    <w:rsid w:val="00A96F39"/>
    <w:rsid w:val="00A97949"/>
    <w:rsid w:val="00AA2C31"/>
    <w:rsid w:val="00AA792D"/>
    <w:rsid w:val="00AA7962"/>
    <w:rsid w:val="00AB212E"/>
    <w:rsid w:val="00AB5182"/>
    <w:rsid w:val="00AB64F8"/>
    <w:rsid w:val="00AB6CAB"/>
    <w:rsid w:val="00AB792B"/>
    <w:rsid w:val="00AC70D9"/>
    <w:rsid w:val="00AD44B7"/>
    <w:rsid w:val="00AD4527"/>
    <w:rsid w:val="00AE069B"/>
    <w:rsid w:val="00AE7D42"/>
    <w:rsid w:val="00AF2CE3"/>
    <w:rsid w:val="00AF324F"/>
    <w:rsid w:val="00AF3F4C"/>
    <w:rsid w:val="00AF4A76"/>
    <w:rsid w:val="00AF53C0"/>
    <w:rsid w:val="00AF7D61"/>
    <w:rsid w:val="00B0151F"/>
    <w:rsid w:val="00B064ED"/>
    <w:rsid w:val="00B11662"/>
    <w:rsid w:val="00B132BA"/>
    <w:rsid w:val="00B147D5"/>
    <w:rsid w:val="00B14C5F"/>
    <w:rsid w:val="00B2610A"/>
    <w:rsid w:val="00B26E68"/>
    <w:rsid w:val="00B3109D"/>
    <w:rsid w:val="00B326F6"/>
    <w:rsid w:val="00B32A97"/>
    <w:rsid w:val="00B34FA4"/>
    <w:rsid w:val="00B372E8"/>
    <w:rsid w:val="00B42279"/>
    <w:rsid w:val="00B429E2"/>
    <w:rsid w:val="00B44135"/>
    <w:rsid w:val="00B44388"/>
    <w:rsid w:val="00B4606E"/>
    <w:rsid w:val="00B52E5E"/>
    <w:rsid w:val="00B538C3"/>
    <w:rsid w:val="00B541E2"/>
    <w:rsid w:val="00B55BEC"/>
    <w:rsid w:val="00B61C07"/>
    <w:rsid w:val="00B63B7F"/>
    <w:rsid w:val="00B7279A"/>
    <w:rsid w:val="00B73F7B"/>
    <w:rsid w:val="00B750CB"/>
    <w:rsid w:val="00B754E6"/>
    <w:rsid w:val="00B758B9"/>
    <w:rsid w:val="00B80014"/>
    <w:rsid w:val="00B80250"/>
    <w:rsid w:val="00B8395F"/>
    <w:rsid w:val="00B856A6"/>
    <w:rsid w:val="00B86D79"/>
    <w:rsid w:val="00B91B3E"/>
    <w:rsid w:val="00B91D28"/>
    <w:rsid w:val="00B92E95"/>
    <w:rsid w:val="00BB6ADF"/>
    <w:rsid w:val="00BC1A3A"/>
    <w:rsid w:val="00BC3764"/>
    <w:rsid w:val="00BD3C44"/>
    <w:rsid w:val="00BE2A9E"/>
    <w:rsid w:val="00BE362D"/>
    <w:rsid w:val="00BE54C1"/>
    <w:rsid w:val="00BE72E8"/>
    <w:rsid w:val="00BE7EDA"/>
    <w:rsid w:val="00BF3423"/>
    <w:rsid w:val="00BF538F"/>
    <w:rsid w:val="00C001D1"/>
    <w:rsid w:val="00C02756"/>
    <w:rsid w:val="00C03227"/>
    <w:rsid w:val="00C078EF"/>
    <w:rsid w:val="00C07C15"/>
    <w:rsid w:val="00C16A5C"/>
    <w:rsid w:val="00C207E2"/>
    <w:rsid w:val="00C21EEF"/>
    <w:rsid w:val="00C23D36"/>
    <w:rsid w:val="00C24383"/>
    <w:rsid w:val="00C25343"/>
    <w:rsid w:val="00C26C4E"/>
    <w:rsid w:val="00C34464"/>
    <w:rsid w:val="00C34BF1"/>
    <w:rsid w:val="00C35584"/>
    <w:rsid w:val="00C35ABD"/>
    <w:rsid w:val="00C44C82"/>
    <w:rsid w:val="00C529BC"/>
    <w:rsid w:val="00C5377C"/>
    <w:rsid w:val="00C57A41"/>
    <w:rsid w:val="00C64A45"/>
    <w:rsid w:val="00C71F45"/>
    <w:rsid w:val="00C729AD"/>
    <w:rsid w:val="00C74AD4"/>
    <w:rsid w:val="00C76104"/>
    <w:rsid w:val="00CA2AD8"/>
    <w:rsid w:val="00CA67C3"/>
    <w:rsid w:val="00CB1924"/>
    <w:rsid w:val="00CC0F82"/>
    <w:rsid w:val="00CC4B63"/>
    <w:rsid w:val="00CD00E9"/>
    <w:rsid w:val="00CD3D95"/>
    <w:rsid w:val="00CD77E6"/>
    <w:rsid w:val="00CE2C56"/>
    <w:rsid w:val="00CE395F"/>
    <w:rsid w:val="00CE39BB"/>
    <w:rsid w:val="00CF10B3"/>
    <w:rsid w:val="00CF61D4"/>
    <w:rsid w:val="00D02472"/>
    <w:rsid w:val="00D07672"/>
    <w:rsid w:val="00D11CC9"/>
    <w:rsid w:val="00D150D4"/>
    <w:rsid w:val="00D16AC5"/>
    <w:rsid w:val="00D17BA1"/>
    <w:rsid w:val="00D25469"/>
    <w:rsid w:val="00D25B27"/>
    <w:rsid w:val="00D26836"/>
    <w:rsid w:val="00D27289"/>
    <w:rsid w:val="00D27767"/>
    <w:rsid w:val="00D305BC"/>
    <w:rsid w:val="00D32B39"/>
    <w:rsid w:val="00D3517F"/>
    <w:rsid w:val="00D40330"/>
    <w:rsid w:val="00D4080F"/>
    <w:rsid w:val="00D41B11"/>
    <w:rsid w:val="00D41ECD"/>
    <w:rsid w:val="00D449A2"/>
    <w:rsid w:val="00D46B5C"/>
    <w:rsid w:val="00D50800"/>
    <w:rsid w:val="00D53637"/>
    <w:rsid w:val="00D53AF5"/>
    <w:rsid w:val="00D53FDD"/>
    <w:rsid w:val="00D5710D"/>
    <w:rsid w:val="00D619C9"/>
    <w:rsid w:val="00D638CA"/>
    <w:rsid w:val="00D66346"/>
    <w:rsid w:val="00D66689"/>
    <w:rsid w:val="00D93432"/>
    <w:rsid w:val="00D93D94"/>
    <w:rsid w:val="00D95FCF"/>
    <w:rsid w:val="00DA0105"/>
    <w:rsid w:val="00DA0D08"/>
    <w:rsid w:val="00DA4130"/>
    <w:rsid w:val="00DA60D8"/>
    <w:rsid w:val="00DA67B3"/>
    <w:rsid w:val="00DA7409"/>
    <w:rsid w:val="00DB11C9"/>
    <w:rsid w:val="00DB43C4"/>
    <w:rsid w:val="00DB51D5"/>
    <w:rsid w:val="00DC6D72"/>
    <w:rsid w:val="00DC7AE6"/>
    <w:rsid w:val="00DD00DD"/>
    <w:rsid w:val="00DD1A3E"/>
    <w:rsid w:val="00DD4EA0"/>
    <w:rsid w:val="00DD6063"/>
    <w:rsid w:val="00DD73FA"/>
    <w:rsid w:val="00DE257B"/>
    <w:rsid w:val="00DE5D0E"/>
    <w:rsid w:val="00DE7F79"/>
    <w:rsid w:val="00DF0F36"/>
    <w:rsid w:val="00DF5B79"/>
    <w:rsid w:val="00DF5C43"/>
    <w:rsid w:val="00DF7712"/>
    <w:rsid w:val="00E02352"/>
    <w:rsid w:val="00E02FCC"/>
    <w:rsid w:val="00E049F0"/>
    <w:rsid w:val="00E0739A"/>
    <w:rsid w:val="00E103FE"/>
    <w:rsid w:val="00E15603"/>
    <w:rsid w:val="00E23423"/>
    <w:rsid w:val="00E23A6A"/>
    <w:rsid w:val="00E27C51"/>
    <w:rsid w:val="00E3026A"/>
    <w:rsid w:val="00E3104D"/>
    <w:rsid w:val="00E315F4"/>
    <w:rsid w:val="00E330E4"/>
    <w:rsid w:val="00E43EED"/>
    <w:rsid w:val="00E46B15"/>
    <w:rsid w:val="00E47AF7"/>
    <w:rsid w:val="00E5777B"/>
    <w:rsid w:val="00E64000"/>
    <w:rsid w:val="00E655B0"/>
    <w:rsid w:val="00E667D3"/>
    <w:rsid w:val="00E7052A"/>
    <w:rsid w:val="00E70E30"/>
    <w:rsid w:val="00E733BC"/>
    <w:rsid w:val="00E775DD"/>
    <w:rsid w:val="00E8094C"/>
    <w:rsid w:val="00E80958"/>
    <w:rsid w:val="00E82012"/>
    <w:rsid w:val="00E82F72"/>
    <w:rsid w:val="00E90CA9"/>
    <w:rsid w:val="00E95E54"/>
    <w:rsid w:val="00E9613F"/>
    <w:rsid w:val="00E962A4"/>
    <w:rsid w:val="00EA4A63"/>
    <w:rsid w:val="00EB1C81"/>
    <w:rsid w:val="00EB24EA"/>
    <w:rsid w:val="00EB27DC"/>
    <w:rsid w:val="00EB333A"/>
    <w:rsid w:val="00EB3A58"/>
    <w:rsid w:val="00EB5C68"/>
    <w:rsid w:val="00EC1195"/>
    <w:rsid w:val="00EC2748"/>
    <w:rsid w:val="00EC336D"/>
    <w:rsid w:val="00EC5F50"/>
    <w:rsid w:val="00ED00CD"/>
    <w:rsid w:val="00ED0788"/>
    <w:rsid w:val="00ED19AB"/>
    <w:rsid w:val="00ED281C"/>
    <w:rsid w:val="00ED69DC"/>
    <w:rsid w:val="00EE0AAB"/>
    <w:rsid w:val="00EE3539"/>
    <w:rsid w:val="00EE42A9"/>
    <w:rsid w:val="00EF00FD"/>
    <w:rsid w:val="00F01A6F"/>
    <w:rsid w:val="00F020B6"/>
    <w:rsid w:val="00F02B75"/>
    <w:rsid w:val="00F02E99"/>
    <w:rsid w:val="00F0433A"/>
    <w:rsid w:val="00F04FDE"/>
    <w:rsid w:val="00F119D3"/>
    <w:rsid w:val="00F134BA"/>
    <w:rsid w:val="00F20FA5"/>
    <w:rsid w:val="00F25900"/>
    <w:rsid w:val="00F2651E"/>
    <w:rsid w:val="00F266EA"/>
    <w:rsid w:val="00F309C9"/>
    <w:rsid w:val="00F35F24"/>
    <w:rsid w:val="00F4512A"/>
    <w:rsid w:val="00F457BA"/>
    <w:rsid w:val="00F466FB"/>
    <w:rsid w:val="00F54BC8"/>
    <w:rsid w:val="00F55C42"/>
    <w:rsid w:val="00F55CE6"/>
    <w:rsid w:val="00F63A83"/>
    <w:rsid w:val="00F63C68"/>
    <w:rsid w:val="00F71357"/>
    <w:rsid w:val="00F7570D"/>
    <w:rsid w:val="00F76297"/>
    <w:rsid w:val="00F80C4C"/>
    <w:rsid w:val="00F92820"/>
    <w:rsid w:val="00FA23C0"/>
    <w:rsid w:val="00FA787A"/>
    <w:rsid w:val="00FB4182"/>
    <w:rsid w:val="00FB46CB"/>
    <w:rsid w:val="00FB529E"/>
    <w:rsid w:val="00FB7839"/>
    <w:rsid w:val="00FC2DE4"/>
    <w:rsid w:val="00FC3FCC"/>
    <w:rsid w:val="00FD0CEC"/>
    <w:rsid w:val="00FD1909"/>
    <w:rsid w:val="00FD6395"/>
    <w:rsid w:val="00FD677B"/>
    <w:rsid w:val="00FE049A"/>
    <w:rsid w:val="00FE46A3"/>
    <w:rsid w:val="00FE4752"/>
    <w:rsid w:val="00FE6FF6"/>
    <w:rsid w:val="00FF177B"/>
    <w:rsid w:val="00FF37EF"/>
    <w:rsid w:val="00FF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5936"/>
    <w:rPr>
      <w:rFonts w:ascii="Times New Roman" w:hAnsi="Times New Roman" w:cs="Times New Roman"/>
      <w:b/>
      <w:sz w:val="28"/>
      <w:lang w:val="uk-UA"/>
    </w:rPr>
  </w:style>
  <w:style w:type="character" w:customStyle="1" w:styleId="a">
    <w:name w:val="Основной текст_"/>
    <w:link w:val="1"/>
    <w:uiPriority w:val="99"/>
    <w:locked/>
    <w:rsid w:val="0009457F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hAnsi="Times New Roman"/>
      <w:sz w:val="20"/>
      <w:szCs w:val="20"/>
      <w:lang w:val="uk-UA" w:eastAsia="uk-UA"/>
    </w:rPr>
  </w:style>
  <w:style w:type="paragraph" w:styleId="NormalWeb">
    <w:name w:val="Normal (Web)"/>
    <w:basedOn w:val="Normal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9457F"/>
    <w:rPr>
      <w:rFonts w:cs="Times New Roman"/>
      <w:b/>
    </w:rPr>
  </w:style>
  <w:style w:type="character" w:customStyle="1" w:styleId="a0">
    <w:name w:val="Подпись к таблице_"/>
    <w:link w:val="a1"/>
    <w:uiPriority w:val="99"/>
    <w:locked/>
    <w:rsid w:val="0009457F"/>
    <w:rPr>
      <w:rFonts w:ascii="Times New Roman" w:hAnsi="Times New Roman"/>
      <w:shd w:val="clear" w:color="auto" w:fill="FFFFFF"/>
      <w:lang w:eastAsia="ru-RU"/>
    </w:rPr>
  </w:style>
  <w:style w:type="paragraph" w:customStyle="1" w:styleId="a1">
    <w:name w:val="Подпись к таблице"/>
    <w:basedOn w:val="Normal"/>
    <w:link w:val="a0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205F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9791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315936"/>
    <w:pPr>
      <w:suppressAutoHyphens/>
      <w:spacing w:after="120" w:line="240" w:lineRule="auto"/>
    </w:pPr>
    <w:rPr>
      <w:rFonts w:ascii="Times New Roman" w:hAnsi="Times New Roman"/>
      <w:sz w:val="24"/>
      <w:szCs w:val="24"/>
      <w:lang w:val="uk-UA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val="uk-UA"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31593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5936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7E098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32A9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2A97"/>
    <w:rPr>
      <w:rFonts w:ascii="Tahoma" w:hAnsi="Tahoma" w:cs="Times New Roman"/>
      <w:sz w:val="1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61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598</TotalTime>
  <Pages>6</Pages>
  <Words>7483</Words>
  <Characters>4266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subject/>
  <dc:creator>User</dc:creator>
  <cp:keywords/>
  <dc:description/>
  <cp:lastModifiedBy>204Riabova</cp:lastModifiedBy>
  <cp:revision>36</cp:revision>
  <cp:lastPrinted>2024-01-24T06:23:00Z</cp:lastPrinted>
  <dcterms:created xsi:type="dcterms:W3CDTF">2023-08-28T11:35:00Z</dcterms:created>
  <dcterms:modified xsi:type="dcterms:W3CDTF">2024-01-26T07:40:00Z</dcterms:modified>
</cp:coreProperties>
</file>